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1AFCC" w14:textId="77777777" w:rsidR="00F90205" w:rsidRDefault="00F90205" w:rsidP="00F9020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A9209A9" w14:textId="77777777" w:rsidR="00F90205" w:rsidRDefault="00F90205" w:rsidP="00F9020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F898F9B" w14:textId="77777777" w:rsidR="00AC4363" w:rsidRPr="006C1175" w:rsidRDefault="00AC4363" w:rsidP="00D14589">
      <w:pPr>
        <w:spacing w:line="240" w:lineRule="auto"/>
        <w:rPr>
          <w:rFonts w:ascii="Corbel" w:hAnsi="Corbel"/>
          <w:bCs/>
          <w:sz w:val="24"/>
          <w:szCs w:val="24"/>
        </w:rPr>
      </w:pPr>
    </w:p>
    <w:p w14:paraId="4B5706C6" w14:textId="77777777" w:rsidR="0085747A" w:rsidRPr="006C117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SYLABUS</w:t>
      </w:r>
    </w:p>
    <w:p w14:paraId="64ABAF1F" w14:textId="69E8DC49" w:rsidR="0085747A" w:rsidRPr="006C1175" w:rsidRDefault="0071620A" w:rsidP="005875A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C1175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6C1175">
        <w:rPr>
          <w:rFonts w:ascii="Corbel" w:hAnsi="Corbel"/>
          <w:b/>
          <w:smallCaps/>
          <w:sz w:val="24"/>
          <w:szCs w:val="24"/>
        </w:rPr>
        <w:t xml:space="preserve"> </w:t>
      </w:r>
      <w:r w:rsidR="005875AB">
        <w:rPr>
          <w:rFonts w:ascii="Corbel" w:hAnsi="Corbel"/>
          <w:b/>
          <w:smallCaps/>
          <w:sz w:val="24"/>
          <w:szCs w:val="24"/>
        </w:rPr>
        <w:t>202</w:t>
      </w:r>
      <w:r w:rsidR="006D78E3">
        <w:rPr>
          <w:rFonts w:ascii="Corbel" w:hAnsi="Corbel"/>
          <w:b/>
          <w:smallCaps/>
          <w:sz w:val="24"/>
          <w:szCs w:val="24"/>
        </w:rPr>
        <w:t>5</w:t>
      </w:r>
      <w:r w:rsidR="005875AB">
        <w:rPr>
          <w:rFonts w:ascii="Corbel" w:hAnsi="Corbel"/>
          <w:b/>
          <w:smallCaps/>
          <w:sz w:val="24"/>
          <w:szCs w:val="24"/>
        </w:rPr>
        <w:t>-20</w:t>
      </w:r>
      <w:r w:rsidR="006D78E3">
        <w:rPr>
          <w:rFonts w:ascii="Corbel" w:hAnsi="Corbel"/>
          <w:b/>
          <w:smallCaps/>
          <w:sz w:val="24"/>
          <w:szCs w:val="24"/>
        </w:rPr>
        <w:t>30</w:t>
      </w:r>
    </w:p>
    <w:p w14:paraId="296A2642" w14:textId="3AA669E8" w:rsidR="00445970" w:rsidRPr="006C117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</w:r>
      <w:r w:rsidRPr="006C1175">
        <w:rPr>
          <w:rFonts w:ascii="Corbel" w:hAnsi="Corbel"/>
          <w:sz w:val="24"/>
          <w:szCs w:val="24"/>
        </w:rPr>
        <w:tab/>
        <w:t>R</w:t>
      </w:r>
      <w:r w:rsidR="00CC4EAA" w:rsidRPr="006C1175">
        <w:rPr>
          <w:rFonts w:ascii="Corbel" w:hAnsi="Corbel"/>
          <w:sz w:val="24"/>
          <w:szCs w:val="24"/>
        </w:rPr>
        <w:t>ok akademicki   202</w:t>
      </w:r>
      <w:r w:rsidR="006D78E3">
        <w:rPr>
          <w:rFonts w:ascii="Corbel" w:hAnsi="Corbel"/>
          <w:sz w:val="24"/>
          <w:szCs w:val="24"/>
        </w:rPr>
        <w:t>7</w:t>
      </w:r>
      <w:r w:rsidR="00DB42A8" w:rsidRPr="006C1175">
        <w:rPr>
          <w:rFonts w:ascii="Corbel" w:hAnsi="Corbel"/>
          <w:sz w:val="24"/>
          <w:szCs w:val="24"/>
        </w:rPr>
        <w:t>/</w:t>
      </w:r>
      <w:r w:rsidR="00154683">
        <w:rPr>
          <w:rFonts w:ascii="Corbel" w:hAnsi="Corbel"/>
          <w:sz w:val="24"/>
          <w:szCs w:val="24"/>
        </w:rPr>
        <w:t>20</w:t>
      </w:r>
      <w:r w:rsidR="00DB42A8" w:rsidRPr="006C1175">
        <w:rPr>
          <w:rFonts w:ascii="Corbel" w:hAnsi="Corbel"/>
          <w:sz w:val="24"/>
          <w:szCs w:val="24"/>
        </w:rPr>
        <w:t>2</w:t>
      </w:r>
      <w:r w:rsidR="006D78E3">
        <w:rPr>
          <w:rFonts w:ascii="Corbel" w:hAnsi="Corbel"/>
          <w:sz w:val="24"/>
          <w:szCs w:val="24"/>
        </w:rPr>
        <w:t>8</w:t>
      </w:r>
      <w:r w:rsidR="00CC4EAA" w:rsidRPr="006C1175">
        <w:rPr>
          <w:rFonts w:ascii="Corbel" w:hAnsi="Corbel"/>
          <w:sz w:val="24"/>
          <w:szCs w:val="24"/>
        </w:rPr>
        <w:t xml:space="preserve"> </w:t>
      </w:r>
    </w:p>
    <w:p w14:paraId="684A7E54" w14:textId="77777777" w:rsidR="0085747A" w:rsidRPr="006C117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DD39E1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C1175">
        <w:rPr>
          <w:rFonts w:ascii="Corbel" w:hAnsi="Corbel"/>
          <w:szCs w:val="24"/>
        </w:rPr>
        <w:t xml:space="preserve">1. </w:t>
      </w:r>
      <w:r w:rsidR="0085747A" w:rsidRPr="006C1175">
        <w:rPr>
          <w:rFonts w:ascii="Corbel" w:hAnsi="Corbel"/>
          <w:szCs w:val="24"/>
        </w:rPr>
        <w:t xml:space="preserve">Podstawowe </w:t>
      </w:r>
      <w:r w:rsidR="00445970" w:rsidRPr="006C117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C1175" w14:paraId="14FA1CE9" w14:textId="77777777" w:rsidTr="00E850AB">
        <w:tc>
          <w:tcPr>
            <w:tcW w:w="2694" w:type="dxa"/>
            <w:vAlign w:val="center"/>
          </w:tcPr>
          <w:p w14:paraId="1E022CA8" w14:textId="77777777"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77DA2F" w14:textId="77777777" w:rsidR="0085747A" w:rsidRPr="006C1175" w:rsidRDefault="00E850AB" w:rsidP="0012679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podstawy edukacji przedszkolnej i  wczesnoszkolnej</w:t>
            </w:r>
          </w:p>
        </w:tc>
      </w:tr>
      <w:tr w:rsidR="0085747A" w:rsidRPr="006C1175" w14:paraId="03AD8E65" w14:textId="77777777" w:rsidTr="00E850AB">
        <w:tc>
          <w:tcPr>
            <w:tcW w:w="2694" w:type="dxa"/>
            <w:vAlign w:val="center"/>
          </w:tcPr>
          <w:p w14:paraId="5A33D655" w14:textId="77777777" w:rsidR="0085747A" w:rsidRPr="006C117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1B263DB" w14:textId="77777777" w:rsidR="0085747A" w:rsidRPr="006C1175" w:rsidRDefault="001267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6C1175" w14:paraId="40EB7174" w14:textId="77777777" w:rsidTr="00E850AB">
        <w:tc>
          <w:tcPr>
            <w:tcW w:w="2694" w:type="dxa"/>
            <w:vAlign w:val="center"/>
          </w:tcPr>
          <w:p w14:paraId="343C7742" w14:textId="77777777" w:rsidR="0085747A" w:rsidRPr="006C117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C117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B7EC28" w14:textId="09777077" w:rsidR="0085747A" w:rsidRPr="006C1175" w:rsidRDefault="004D5B1B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B1B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6C1175" w14:paraId="64145AF7" w14:textId="77777777" w:rsidTr="00E850AB">
        <w:tc>
          <w:tcPr>
            <w:tcW w:w="2694" w:type="dxa"/>
            <w:vAlign w:val="center"/>
          </w:tcPr>
          <w:p w14:paraId="236C4E74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0A6D6B" w14:textId="77777777" w:rsidR="0085747A" w:rsidRPr="006C1175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6C1175" w14:paraId="28F6ED8C" w14:textId="77777777" w:rsidTr="00E850AB">
        <w:tc>
          <w:tcPr>
            <w:tcW w:w="2694" w:type="dxa"/>
            <w:vAlign w:val="center"/>
          </w:tcPr>
          <w:p w14:paraId="7BF29F4D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D64A8E" w14:textId="77777777"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6C1175" w14:paraId="4978F985" w14:textId="77777777" w:rsidTr="00E850AB">
        <w:tc>
          <w:tcPr>
            <w:tcW w:w="2694" w:type="dxa"/>
            <w:vAlign w:val="center"/>
          </w:tcPr>
          <w:p w14:paraId="2403E409" w14:textId="77777777" w:rsidR="0085747A" w:rsidRPr="006C117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4FEE62" w14:textId="77777777" w:rsidR="0085747A" w:rsidRPr="006C1175" w:rsidRDefault="00E85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6C1175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6C1175" w14:paraId="1EB0C0CA" w14:textId="77777777" w:rsidTr="00E850AB">
        <w:tc>
          <w:tcPr>
            <w:tcW w:w="2694" w:type="dxa"/>
            <w:vAlign w:val="center"/>
          </w:tcPr>
          <w:p w14:paraId="41094DF1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FFDC3D" w14:textId="77777777" w:rsidR="0085747A" w:rsidRPr="006C117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6C1175" w14:paraId="6E7D7E27" w14:textId="77777777" w:rsidTr="00E850AB">
        <w:tc>
          <w:tcPr>
            <w:tcW w:w="2694" w:type="dxa"/>
            <w:vAlign w:val="center"/>
          </w:tcPr>
          <w:p w14:paraId="7DE0DACC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636C703" w14:textId="0B021243" w:rsidR="0085747A" w:rsidRPr="006C1175" w:rsidRDefault="005539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9F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1175" w14:paraId="0FF71D3E" w14:textId="77777777" w:rsidTr="00E850AB">
        <w:tc>
          <w:tcPr>
            <w:tcW w:w="2694" w:type="dxa"/>
            <w:vAlign w:val="center"/>
          </w:tcPr>
          <w:p w14:paraId="5F5D839F" w14:textId="77777777" w:rsidR="0085747A" w:rsidRPr="006C117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C1175">
              <w:rPr>
                <w:rFonts w:ascii="Corbel" w:hAnsi="Corbel"/>
                <w:sz w:val="24"/>
                <w:szCs w:val="24"/>
              </w:rPr>
              <w:t>/y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8F4281" w14:textId="77777777" w:rsidR="0085747A" w:rsidRPr="006C1175" w:rsidRDefault="006D26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E850AB" w:rsidRPr="006C1175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2A6349" w:rsidRPr="006C1175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E850AB" w:rsidRPr="006C1175" w14:paraId="418DB818" w14:textId="77777777" w:rsidTr="00E850AB">
        <w:tc>
          <w:tcPr>
            <w:tcW w:w="2694" w:type="dxa"/>
            <w:vAlign w:val="center"/>
          </w:tcPr>
          <w:p w14:paraId="162986DA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271CEE" w14:textId="77777777" w:rsidR="00126790" w:rsidRPr="006C1175" w:rsidRDefault="00E850AB" w:rsidP="0012679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9C51FC" w:rsidRPr="006C1175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126790" w:rsidRPr="006C1175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E850AB" w:rsidRPr="006C1175" w14:paraId="12256A45" w14:textId="77777777" w:rsidTr="00E850AB">
        <w:tc>
          <w:tcPr>
            <w:tcW w:w="2694" w:type="dxa"/>
            <w:vAlign w:val="center"/>
          </w:tcPr>
          <w:p w14:paraId="74DC3E31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AD6F6" w14:textId="77777777" w:rsidR="00E850AB" w:rsidRPr="006C1175" w:rsidRDefault="00E850AB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850AB" w:rsidRPr="006C1175" w14:paraId="29A33008" w14:textId="77777777" w:rsidTr="00E850AB">
        <w:tc>
          <w:tcPr>
            <w:tcW w:w="2694" w:type="dxa"/>
            <w:vAlign w:val="center"/>
          </w:tcPr>
          <w:p w14:paraId="406A96CF" w14:textId="77777777" w:rsidR="00E850AB" w:rsidRPr="006C1175" w:rsidRDefault="00E850AB" w:rsidP="00E850A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285073" w14:textId="77777777" w:rsidR="00E850AB" w:rsidRPr="006C1175" w:rsidRDefault="009721D1" w:rsidP="00E850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1005" w:rsidRPr="00451005">
              <w:rPr>
                <w:rFonts w:ascii="Corbel" w:hAnsi="Corbel"/>
                <w:b w:val="0"/>
                <w:sz w:val="24"/>
                <w:szCs w:val="24"/>
              </w:rPr>
              <w:t xml:space="preserve">rof. dr hab. </w:t>
            </w:r>
            <w:proofErr w:type="spellStart"/>
            <w:r w:rsidR="00451005" w:rsidRPr="00451005">
              <w:rPr>
                <w:rFonts w:ascii="Corbel" w:hAnsi="Corbel"/>
                <w:b w:val="0"/>
                <w:sz w:val="24"/>
                <w:szCs w:val="24"/>
              </w:rPr>
              <w:t>Liliya</w:t>
            </w:r>
            <w:proofErr w:type="spellEnd"/>
            <w:r w:rsidR="00451005" w:rsidRPr="00451005">
              <w:rPr>
                <w:rFonts w:ascii="Corbel" w:hAnsi="Corbel"/>
                <w:b w:val="0"/>
                <w:sz w:val="24"/>
                <w:szCs w:val="24"/>
              </w:rPr>
              <w:t xml:space="preserve"> Morska</w:t>
            </w:r>
          </w:p>
        </w:tc>
      </w:tr>
      <w:tr w:rsidR="0085747A" w:rsidRPr="006C1175" w14:paraId="4F69F3DF" w14:textId="77777777" w:rsidTr="00E850AB">
        <w:tc>
          <w:tcPr>
            <w:tcW w:w="2694" w:type="dxa"/>
            <w:vAlign w:val="center"/>
          </w:tcPr>
          <w:p w14:paraId="74767E17" w14:textId="77777777" w:rsidR="0085747A" w:rsidRPr="006C1175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D03ABC" w14:textId="77777777" w:rsidR="00867709" w:rsidRPr="006C1175" w:rsidRDefault="00B90153" w:rsidP="006D262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Katarzyna Warchoł</w:t>
            </w:r>
            <w:r w:rsidR="00F6704D" w:rsidRPr="006C117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EBD86FC" w14:textId="77777777"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F02FBD" w14:textId="77777777" w:rsidR="0085747A" w:rsidRPr="006C117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>1.</w:t>
      </w:r>
      <w:r w:rsidR="00E22FBC" w:rsidRPr="006C1175">
        <w:rPr>
          <w:rFonts w:ascii="Corbel" w:hAnsi="Corbel"/>
          <w:sz w:val="24"/>
          <w:szCs w:val="24"/>
        </w:rPr>
        <w:t>1</w:t>
      </w:r>
      <w:r w:rsidRPr="006C117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64365C" w14:textId="77777777" w:rsidR="00923D7D" w:rsidRPr="006C117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4"/>
        <w:gridCol w:w="757"/>
        <w:gridCol w:w="1147"/>
        <w:gridCol w:w="775"/>
        <w:gridCol w:w="801"/>
        <w:gridCol w:w="718"/>
        <w:gridCol w:w="1188"/>
        <w:gridCol w:w="2449"/>
      </w:tblGrid>
      <w:tr w:rsidR="006D2629" w:rsidRPr="006C1175" w14:paraId="78FE4A96" w14:textId="77777777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32F3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Semestr</w:t>
            </w:r>
          </w:p>
          <w:p w14:paraId="2E5D71B7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405D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Wykł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2032F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DBEC" w14:textId="77777777"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Konwers.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1A8E6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7A49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C1175">
              <w:rPr>
                <w:rFonts w:ascii="Corbel" w:hAnsi="Corbel"/>
                <w:szCs w:val="24"/>
              </w:rPr>
              <w:t>Sem</w:t>
            </w:r>
            <w:proofErr w:type="spellEnd"/>
            <w:r w:rsidRPr="006C117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30BD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A3FD" w14:textId="77777777" w:rsidR="006D2629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1F3D" w14:textId="77777777" w:rsidR="006D2629" w:rsidRPr="006C1175" w:rsidRDefault="006D262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C117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850AB" w:rsidRPr="006C1175" w14:paraId="36B3B197" w14:textId="77777777" w:rsidTr="006D2629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5E1E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C1175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8808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5A4D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E2B7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3670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23C1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89E0" w14:textId="77777777" w:rsidR="00E850AB" w:rsidRPr="006C1175" w:rsidRDefault="00E850A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33F6" w14:textId="3D9328E2" w:rsidR="00E850AB" w:rsidRPr="006C1175" w:rsidRDefault="003556B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392F" w14:textId="3C049926" w:rsidR="00E850AB" w:rsidRPr="006C1175" w:rsidRDefault="003556B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26B0CED1" w14:textId="77777777" w:rsidR="00923D7D" w:rsidRPr="006C117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FADD0C" w14:textId="77777777" w:rsidR="00923D7D" w:rsidRPr="006C117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FF0D3F" w14:textId="77777777" w:rsidR="0085747A" w:rsidRPr="006C117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1.</w:t>
      </w:r>
      <w:r w:rsidR="00E22FBC" w:rsidRPr="006C1175">
        <w:rPr>
          <w:rFonts w:ascii="Corbel" w:hAnsi="Corbel"/>
          <w:smallCaps w:val="0"/>
          <w:szCs w:val="24"/>
        </w:rPr>
        <w:t>2</w:t>
      </w:r>
      <w:r w:rsidR="00F83B28" w:rsidRPr="006C1175">
        <w:rPr>
          <w:rFonts w:ascii="Corbel" w:hAnsi="Corbel"/>
          <w:smallCaps w:val="0"/>
          <w:szCs w:val="24"/>
        </w:rPr>
        <w:t>.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 xml:space="preserve">Sposób realizacji zajęć  </w:t>
      </w:r>
    </w:p>
    <w:p w14:paraId="5CABF557" w14:textId="77777777"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eastAsia="MS Gothic" w:hAnsi="Corbel"/>
          <w:b w:val="0"/>
          <w:szCs w:val="24"/>
        </w:rPr>
        <w:sym w:font="Wingdings" w:char="F078"/>
      </w:r>
      <w:r w:rsidRPr="006C1175">
        <w:rPr>
          <w:rFonts w:ascii="Corbel" w:eastAsia="MS Gothic" w:hAnsi="Corbel"/>
          <w:b w:val="0"/>
          <w:szCs w:val="24"/>
        </w:rPr>
        <w:t xml:space="preserve"> </w:t>
      </w:r>
      <w:r w:rsidRPr="006C1175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BEFE113" w14:textId="77777777" w:rsidR="00E850AB" w:rsidRPr="006C1175" w:rsidRDefault="00E850AB" w:rsidP="00E850A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C1175">
        <w:rPr>
          <w:rFonts w:ascii="MS Gothic" w:eastAsia="MS Gothic" w:hAnsi="MS Gothic" w:cs="MS Gothic" w:hint="eastAsia"/>
          <w:b w:val="0"/>
          <w:szCs w:val="24"/>
        </w:rPr>
        <w:t>☐</w:t>
      </w:r>
      <w:r w:rsidRPr="006C117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9A60E8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84774D" w14:textId="77777777" w:rsidR="00E22FBC" w:rsidRPr="006C117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1.3 </w:t>
      </w:r>
      <w:r w:rsidR="00F83B28" w:rsidRPr="006C1175">
        <w:rPr>
          <w:rFonts w:ascii="Corbel" w:hAnsi="Corbel"/>
          <w:smallCaps w:val="0"/>
          <w:szCs w:val="24"/>
        </w:rPr>
        <w:tab/>
      </w:r>
      <w:r w:rsidRPr="006C1175">
        <w:rPr>
          <w:rFonts w:ascii="Corbel" w:hAnsi="Corbel"/>
          <w:smallCaps w:val="0"/>
          <w:szCs w:val="24"/>
        </w:rPr>
        <w:t>For</w:t>
      </w:r>
      <w:r w:rsidR="00445970" w:rsidRPr="006C1175">
        <w:rPr>
          <w:rFonts w:ascii="Corbel" w:hAnsi="Corbel"/>
          <w:smallCaps w:val="0"/>
          <w:szCs w:val="24"/>
        </w:rPr>
        <w:t xml:space="preserve">ma zaliczenia przedmiotu </w:t>
      </w:r>
      <w:r w:rsidRPr="006C1175">
        <w:rPr>
          <w:rFonts w:ascii="Corbel" w:hAnsi="Corbel"/>
          <w:smallCaps w:val="0"/>
          <w:szCs w:val="24"/>
        </w:rPr>
        <w:t xml:space="preserve"> (z toku) </w:t>
      </w:r>
    </w:p>
    <w:p w14:paraId="49E1A8B4" w14:textId="77777777"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 xml:space="preserve">Warsztaty – </w:t>
      </w:r>
      <w:proofErr w:type="spellStart"/>
      <w:r w:rsidRPr="006C1175">
        <w:rPr>
          <w:rFonts w:ascii="Corbel" w:hAnsi="Corbel"/>
          <w:b w:val="0"/>
          <w:szCs w:val="24"/>
        </w:rPr>
        <w:t>zal</w:t>
      </w:r>
      <w:proofErr w:type="spellEnd"/>
      <w:r w:rsidRPr="006C1175">
        <w:rPr>
          <w:rFonts w:ascii="Corbel" w:hAnsi="Corbel"/>
          <w:b w:val="0"/>
          <w:szCs w:val="24"/>
        </w:rPr>
        <w:t>. z oceną</w:t>
      </w:r>
    </w:p>
    <w:p w14:paraId="7111D229" w14:textId="77777777" w:rsidR="00F2342F" w:rsidRPr="006C1175" w:rsidRDefault="00F2342F" w:rsidP="005A3DC7">
      <w:pPr>
        <w:pStyle w:val="Punktygwne"/>
        <w:spacing w:before="0" w:after="0"/>
        <w:ind w:firstLine="709"/>
        <w:rPr>
          <w:rFonts w:ascii="Corbel" w:hAnsi="Corbel"/>
          <w:b w:val="0"/>
          <w:szCs w:val="24"/>
        </w:rPr>
      </w:pPr>
      <w:r w:rsidRPr="006C1175">
        <w:rPr>
          <w:rFonts w:ascii="Corbel" w:hAnsi="Corbel"/>
          <w:b w:val="0"/>
          <w:szCs w:val="24"/>
        </w:rPr>
        <w:t>egzamin</w:t>
      </w:r>
    </w:p>
    <w:p w14:paraId="53B867C1" w14:textId="77777777" w:rsidR="00E960BB" w:rsidRPr="006C117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713080" w14:textId="77777777" w:rsidR="00E960BB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14:paraId="783DA51B" w14:textId="77777777" w:rsidTr="00745302">
        <w:tc>
          <w:tcPr>
            <w:tcW w:w="9670" w:type="dxa"/>
          </w:tcPr>
          <w:p w14:paraId="655E9316" w14:textId="77777777" w:rsidR="0085747A" w:rsidRPr="006C1175" w:rsidRDefault="005A3DC7" w:rsidP="005A3D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obszaru filozofii, socjologii, logiki, pedagogiki ogólnej, psychologii, teoretycznych podstaw kształcenia wychowania oraz pedagogiki specjalnej</w:t>
            </w:r>
          </w:p>
        </w:tc>
      </w:tr>
    </w:tbl>
    <w:p w14:paraId="6FF3EF26" w14:textId="77777777" w:rsidR="00153C41" w:rsidRPr="006C117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2A65D5" w14:textId="77777777" w:rsidR="005A3DC7" w:rsidRPr="006C1175" w:rsidRDefault="005A3DC7" w:rsidP="009C54AE">
      <w:pPr>
        <w:pStyle w:val="Punktygwne"/>
        <w:spacing w:before="0" w:after="0"/>
        <w:rPr>
          <w:rFonts w:ascii="Corbel" w:hAnsi="Corbel"/>
          <w:szCs w:val="24"/>
        </w:rPr>
        <w:sectPr w:rsidR="005A3DC7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191A547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C1175">
        <w:rPr>
          <w:rFonts w:ascii="Corbel" w:hAnsi="Corbel"/>
          <w:szCs w:val="24"/>
        </w:rPr>
        <w:lastRenderedPageBreak/>
        <w:t>3.</w:t>
      </w:r>
      <w:r w:rsidR="00A84C85" w:rsidRPr="006C1175">
        <w:rPr>
          <w:rFonts w:ascii="Corbel" w:hAnsi="Corbel"/>
          <w:szCs w:val="24"/>
        </w:rPr>
        <w:t>cele, efekty uczenia się</w:t>
      </w:r>
      <w:r w:rsidR="0085747A" w:rsidRPr="006C1175">
        <w:rPr>
          <w:rFonts w:ascii="Corbel" w:hAnsi="Corbel"/>
          <w:szCs w:val="24"/>
        </w:rPr>
        <w:t xml:space="preserve"> , treści Programowe i stosowane metody Dydaktyczne</w:t>
      </w:r>
    </w:p>
    <w:p w14:paraId="4B7E42E0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D85A0D" w14:textId="77777777" w:rsidR="0085747A" w:rsidRPr="006C117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3.1 </w:t>
      </w:r>
      <w:r w:rsidR="00C05F44" w:rsidRPr="006C1175">
        <w:rPr>
          <w:rFonts w:ascii="Corbel" w:hAnsi="Corbel"/>
          <w:sz w:val="24"/>
          <w:szCs w:val="24"/>
        </w:rPr>
        <w:t>Cele przedmiotu</w:t>
      </w:r>
    </w:p>
    <w:p w14:paraId="18037F63" w14:textId="77777777" w:rsidR="00F83B28" w:rsidRPr="006C1175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81"/>
      </w:tblGrid>
      <w:tr w:rsidR="00C855B6" w:rsidRPr="006C1175" w14:paraId="3E16A6A5" w14:textId="77777777" w:rsidTr="00C855B6">
        <w:tc>
          <w:tcPr>
            <w:tcW w:w="845" w:type="dxa"/>
            <w:vAlign w:val="center"/>
          </w:tcPr>
          <w:p w14:paraId="593ACA8F" w14:textId="77777777" w:rsidR="00C855B6" w:rsidRPr="006C1175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81" w:type="dxa"/>
            <w:vAlign w:val="center"/>
          </w:tcPr>
          <w:p w14:paraId="3F79C8BC" w14:textId="77777777" w:rsidR="00C855B6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z zakresu pedagogiki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</w:t>
            </w:r>
            <w:r w:rsidR="00995835" w:rsidRPr="006C1175">
              <w:rPr>
                <w:rFonts w:ascii="Corbel" w:hAnsi="Corbel"/>
                <w:b w:val="0"/>
                <w:sz w:val="24"/>
                <w:szCs w:val="24"/>
              </w:rPr>
              <w:t>i wczesnoszkolnej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>, jej terminologią, przeobrażeniami paradygmatycznymi w perspektywie interdyscyplinarnej</w:t>
            </w:r>
          </w:p>
        </w:tc>
      </w:tr>
      <w:tr w:rsidR="001320FB" w:rsidRPr="006C1175" w14:paraId="25B3A602" w14:textId="77777777" w:rsidTr="00C855B6">
        <w:tc>
          <w:tcPr>
            <w:tcW w:w="845" w:type="dxa"/>
            <w:vAlign w:val="center"/>
          </w:tcPr>
          <w:p w14:paraId="0603D353" w14:textId="77777777" w:rsidR="001320FB" w:rsidRPr="006C1175" w:rsidRDefault="001320FB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14:paraId="5BCEC049" w14:textId="77777777" w:rsidR="001320FB" w:rsidRPr="006C1175" w:rsidRDefault="001320FB" w:rsidP="005862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celami i zasadami funkcjonowania instytucji edukacyjnych dla dzieci w 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>wieku przedszkolnym i wczesnoszkolnym</w:t>
            </w:r>
          </w:p>
        </w:tc>
      </w:tr>
      <w:tr w:rsidR="00C855B6" w:rsidRPr="006C1175" w14:paraId="719A6A5D" w14:textId="77777777" w:rsidTr="00C855B6">
        <w:tc>
          <w:tcPr>
            <w:tcW w:w="845" w:type="dxa"/>
            <w:vAlign w:val="center"/>
          </w:tcPr>
          <w:p w14:paraId="77F46D5F" w14:textId="77777777" w:rsidR="00C855B6" w:rsidRPr="006C1175" w:rsidRDefault="00297663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14:paraId="7714BCC3" w14:textId="77777777" w:rsidR="00C855B6" w:rsidRPr="006C1175" w:rsidRDefault="00FF7BFD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Zaznajomienie studentów ze specyfiką procesu kształcenia na poziomie edukacji</w:t>
            </w:r>
            <w:r w:rsidR="00586268" w:rsidRPr="006C1175">
              <w:rPr>
                <w:rFonts w:ascii="Corbel" w:hAnsi="Corbel"/>
                <w:b w:val="0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 wczesnoszkolnej, metod i form organizacji, strategii kształcenia </w:t>
            </w:r>
          </w:p>
        </w:tc>
      </w:tr>
      <w:tr w:rsidR="00C855B6" w:rsidRPr="006C1175" w14:paraId="4A5D2E64" w14:textId="77777777" w:rsidTr="00C855B6">
        <w:tc>
          <w:tcPr>
            <w:tcW w:w="845" w:type="dxa"/>
            <w:vAlign w:val="center"/>
          </w:tcPr>
          <w:p w14:paraId="4BEF76C8" w14:textId="77777777" w:rsidR="00C855B6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81" w:type="dxa"/>
            <w:vAlign w:val="center"/>
          </w:tcPr>
          <w:p w14:paraId="3CACC061" w14:textId="77777777" w:rsidR="00C855B6" w:rsidRPr="006C1175" w:rsidRDefault="00C855B6" w:rsidP="00FF7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 xml:space="preserve">umiejętności analizowania sytuacji </w:t>
            </w:r>
            <w:proofErr w:type="spellStart"/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>dydaktyczno</w:t>
            </w:r>
            <w:proofErr w:type="spellEnd"/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 xml:space="preserve"> – wychowawczych oraz projektowania sposobów </w:t>
            </w:r>
            <w:r w:rsidR="00995835" w:rsidRPr="006C1175">
              <w:rPr>
                <w:rFonts w:ascii="Corbel" w:hAnsi="Corbel"/>
                <w:b w:val="0"/>
                <w:sz w:val="24"/>
                <w:szCs w:val="24"/>
              </w:rPr>
              <w:t>rozwiązywania problemów</w:t>
            </w:r>
            <w:r w:rsidR="00FF7BFD" w:rsidRPr="006C1175">
              <w:rPr>
                <w:rFonts w:ascii="Corbel" w:hAnsi="Corbel"/>
                <w:b w:val="0"/>
                <w:sz w:val="24"/>
                <w:szCs w:val="24"/>
              </w:rPr>
              <w:t xml:space="preserve"> edukacyjnych z zastosowaniem innowacyjnych koncepcji pedagogicznych</w:t>
            </w:r>
          </w:p>
        </w:tc>
      </w:tr>
      <w:tr w:rsidR="00FF7BFD" w:rsidRPr="006C1175" w14:paraId="58E5D99B" w14:textId="77777777" w:rsidTr="00C855B6">
        <w:tc>
          <w:tcPr>
            <w:tcW w:w="845" w:type="dxa"/>
            <w:vAlign w:val="center"/>
          </w:tcPr>
          <w:p w14:paraId="73C99468" w14:textId="77777777" w:rsidR="00FF7BFD" w:rsidRPr="006C1175" w:rsidRDefault="00297663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81" w:type="dxa"/>
            <w:vAlign w:val="center"/>
          </w:tcPr>
          <w:p w14:paraId="174F5112" w14:textId="77777777" w:rsidR="00FF7BFD" w:rsidRPr="006C1175" w:rsidRDefault="00297663" w:rsidP="002976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1175">
              <w:rPr>
                <w:rFonts w:ascii="Corbel" w:hAnsi="Corbel"/>
                <w:b w:val="0"/>
                <w:sz w:val="24"/>
                <w:szCs w:val="24"/>
              </w:rPr>
              <w:t>Kształtowanie umiejętności skutecznej współpracy z uczniami, rodzicami, opiekunami, specjalistami z wykorzystaniem współczesnej technologii informacyjnej</w:t>
            </w:r>
          </w:p>
        </w:tc>
      </w:tr>
    </w:tbl>
    <w:p w14:paraId="04DA06C0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419565" w14:textId="77777777" w:rsidR="001D7B54" w:rsidRPr="006C117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3.2 </w:t>
      </w:r>
      <w:r w:rsidR="001D7B54" w:rsidRPr="006C1175">
        <w:rPr>
          <w:rFonts w:ascii="Corbel" w:hAnsi="Corbel"/>
          <w:b/>
          <w:sz w:val="24"/>
          <w:szCs w:val="24"/>
        </w:rPr>
        <w:t xml:space="preserve">Efekty </w:t>
      </w:r>
      <w:r w:rsidR="00C05F44" w:rsidRPr="006C117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C1175">
        <w:rPr>
          <w:rFonts w:ascii="Corbel" w:hAnsi="Corbel"/>
          <w:b/>
          <w:sz w:val="24"/>
          <w:szCs w:val="24"/>
        </w:rPr>
        <w:t>dla przedmiotu</w:t>
      </w:r>
    </w:p>
    <w:p w14:paraId="5E0D0C85" w14:textId="77777777" w:rsidR="001D7B54" w:rsidRPr="006C117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6C1175" w14:paraId="044C29F9" w14:textId="77777777" w:rsidTr="005A3DC7">
        <w:tc>
          <w:tcPr>
            <w:tcW w:w="1679" w:type="dxa"/>
            <w:vAlign w:val="center"/>
          </w:tcPr>
          <w:p w14:paraId="35A63970" w14:textId="77777777" w:rsidR="0085747A" w:rsidRPr="006C117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C117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4F63F79" w14:textId="77777777" w:rsidR="0085747A" w:rsidRPr="006C117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5EDF13B" w14:textId="77777777" w:rsidR="0085747A" w:rsidRPr="006C1175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58A7" w:rsidRPr="006C1175" w14:paraId="2C1283BA" w14:textId="77777777" w:rsidTr="003A0129">
        <w:tc>
          <w:tcPr>
            <w:tcW w:w="1679" w:type="dxa"/>
            <w:vAlign w:val="center"/>
          </w:tcPr>
          <w:p w14:paraId="78F2D825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14:paraId="175B0778" w14:textId="77777777" w:rsidR="000758A7" w:rsidRPr="006C1175" w:rsidRDefault="00BB4886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pedagogikę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przedszkolną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czesnoszkolną jako subdyscypliny pedagogiczne,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posługując się jej terminologią</w:t>
            </w:r>
            <w:r w:rsidR="007C5317" w:rsidRPr="006C1175">
              <w:rPr>
                <w:rFonts w:ascii="Corbel" w:hAnsi="Corbel"/>
                <w:b w:val="0"/>
                <w:smallCaps w:val="0"/>
                <w:szCs w:val="24"/>
              </w:rPr>
              <w:t>, wyjaśni współczesne przeobrażenia paradygmatyczne w odniesieniu do różnych koncepcji dziecka i dzieciństwa</w:t>
            </w:r>
          </w:p>
        </w:tc>
        <w:tc>
          <w:tcPr>
            <w:tcW w:w="1865" w:type="dxa"/>
          </w:tcPr>
          <w:p w14:paraId="1A3A3C2C" w14:textId="77777777" w:rsidR="002D0F2F" w:rsidRPr="006C1175" w:rsidRDefault="00BB48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47231297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278D03F2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  <w:p w14:paraId="67DD33A1" w14:textId="77777777" w:rsidR="007C5317" w:rsidRPr="006C1175" w:rsidRDefault="007C5317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</w:tc>
      </w:tr>
      <w:tr w:rsidR="000758A7" w:rsidRPr="006C1175" w14:paraId="05F1EE65" w14:textId="77777777" w:rsidTr="003A0129">
        <w:tc>
          <w:tcPr>
            <w:tcW w:w="1679" w:type="dxa"/>
            <w:vAlign w:val="center"/>
          </w:tcPr>
          <w:p w14:paraId="5D54410C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14:paraId="04505855" w14:textId="77777777" w:rsidR="000758A7" w:rsidRPr="006C1175" w:rsidRDefault="007C5317" w:rsidP="003A0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Określi cele i zasady funkcjonowania instytucji edukacyjnych dla dzieci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przedszkolnym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14:paraId="195968BB" w14:textId="77777777" w:rsidR="002D0F2F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16139C16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0957BCC8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0758A7" w:rsidRPr="006C1175" w14:paraId="7416E732" w14:textId="77777777" w:rsidTr="003A0129">
        <w:tc>
          <w:tcPr>
            <w:tcW w:w="1679" w:type="dxa"/>
            <w:vAlign w:val="center"/>
          </w:tcPr>
          <w:p w14:paraId="2D5352D6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  <w:vAlign w:val="center"/>
          </w:tcPr>
          <w:p w14:paraId="709DB3C8" w14:textId="77777777" w:rsidR="000758A7" w:rsidRPr="006C1175" w:rsidRDefault="001035B5" w:rsidP="005862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Scharakteryzuje proces kształcenia na poziomie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wczesnoszkolnej, podstawowe strategie, sposoby formułowania celów oraz dobór metod i form pracy dziecka w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wieku przed</w:t>
            </w:r>
            <w:r w:rsidR="00DE408F" w:rsidRPr="006C1175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86268" w:rsidRPr="006C1175">
              <w:rPr>
                <w:rFonts w:ascii="Corbel" w:hAnsi="Corbel"/>
                <w:b w:val="0"/>
                <w:smallCaps w:val="0"/>
                <w:szCs w:val="24"/>
              </w:rPr>
              <w:t>zkolnym i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młodszym wieku szkolnym</w:t>
            </w:r>
          </w:p>
        </w:tc>
        <w:tc>
          <w:tcPr>
            <w:tcW w:w="1865" w:type="dxa"/>
          </w:tcPr>
          <w:p w14:paraId="6D06E9E7" w14:textId="77777777" w:rsidR="000758A7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3D4832A3" w14:textId="77777777" w:rsidR="001035B5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</w:t>
            </w:r>
            <w:r w:rsidR="001035B5" w:rsidRPr="006C1175">
              <w:rPr>
                <w:rFonts w:ascii="Corbel" w:hAnsi="Corbel"/>
                <w:b w:val="0"/>
                <w:smallCaps w:val="0"/>
                <w:szCs w:val="24"/>
              </w:rPr>
              <w:t>11.</w:t>
            </w:r>
          </w:p>
          <w:p w14:paraId="15CB6A77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37C00324" w14:textId="77777777" w:rsidR="001035B5" w:rsidRPr="006C1175" w:rsidRDefault="001035B5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  <w:p w14:paraId="5C45407C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  <w:p w14:paraId="67C7CF07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</w:p>
          <w:p w14:paraId="775E34A7" w14:textId="77777777" w:rsidR="003A0129" w:rsidRPr="006C1175" w:rsidRDefault="003A012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  <w:tr w:rsidR="000758A7" w:rsidRPr="006C1175" w14:paraId="795C03AF" w14:textId="77777777" w:rsidTr="002D2B98">
        <w:tc>
          <w:tcPr>
            <w:tcW w:w="1679" w:type="dxa"/>
            <w:vAlign w:val="center"/>
          </w:tcPr>
          <w:p w14:paraId="2DB0652C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3261423" w14:textId="77777777" w:rsidR="000758A7" w:rsidRPr="006C1175" w:rsidRDefault="003A0129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823E6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różnych sytuacji dydaktycznych, ich oceny oraz sposobów optymalizacji podejmowanych działań wykorzystując ocenianie wspierające rozwój ucznia</w:t>
            </w:r>
          </w:p>
        </w:tc>
        <w:tc>
          <w:tcPr>
            <w:tcW w:w="1865" w:type="dxa"/>
          </w:tcPr>
          <w:p w14:paraId="46DF63AC" w14:textId="77777777"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14:paraId="02FF98FA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  <w:p w14:paraId="229C59FB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PS.U6</w:t>
            </w:r>
          </w:p>
          <w:p w14:paraId="6334BDA3" w14:textId="77777777" w:rsidR="00243686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  <w:tr w:rsidR="000758A7" w:rsidRPr="006C1175" w14:paraId="0F5E61F4" w14:textId="77777777" w:rsidTr="002D2B98">
        <w:tc>
          <w:tcPr>
            <w:tcW w:w="1679" w:type="dxa"/>
            <w:vAlign w:val="center"/>
          </w:tcPr>
          <w:p w14:paraId="5A0638E0" w14:textId="77777777" w:rsidR="000758A7" w:rsidRPr="006C1175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14:paraId="3BC0BD38" w14:textId="77777777" w:rsidR="000758A7" w:rsidRPr="006C1175" w:rsidRDefault="00243686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Zaprojektuje zajęcia </w:t>
            </w:r>
            <w:proofErr w:type="spellStart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– wychowawcze z uwzględnieniem uczniów ze specjalnymi potrzebami edukacyjnymi</w:t>
            </w:r>
          </w:p>
        </w:tc>
        <w:tc>
          <w:tcPr>
            <w:tcW w:w="1865" w:type="dxa"/>
          </w:tcPr>
          <w:p w14:paraId="6C27F0FF" w14:textId="77777777" w:rsidR="000758A7" w:rsidRPr="006C1175" w:rsidRDefault="00243686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PS.W11</w:t>
            </w:r>
          </w:p>
          <w:p w14:paraId="535556CE" w14:textId="77777777"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14:paraId="0BEFF388" w14:textId="77777777" w:rsidR="007636F9" w:rsidRPr="006C1175" w:rsidRDefault="007636F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</w:tbl>
    <w:p w14:paraId="32E0944D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A60C76" w14:textId="77777777" w:rsidR="00D64C84" w:rsidRPr="006C1175" w:rsidRDefault="00D64C8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  <w:sectPr w:rsidR="00D64C84" w:rsidRPr="006C117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3938F770" w14:textId="77777777" w:rsidR="0085747A" w:rsidRPr="006C117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C1175">
        <w:rPr>
          <w:rFonts w:ascii="Corbel" w:hAnsi="Corbel"/>
          <w:b/>
          <w:sz w:val="24"/>
          <w:szCs w:val="24"/>
        </w:rPr>
        <w:t>T</w:t>
      </w:r>
      <w:r w:rsidR="001D7B54" w:rsidRPr="006C1175">
        <w:rPr>
          <w:rFonts w:ascii="Corbel" w:hAnsi="Corbel"/>
          <w:b/>
          <w:sz w:val="24"/>
          <w:szCs w:val="24"/>
        </w:rPr>
        <w:t xml:space="preserve">reści programowe </w:t>
      </w:r>
    </w:p>
    <w:p w14:paraId="5979652B" w14:textId="77777777" w:rsidR="0085747A" w:rsidRPr="006C117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C1175">
        <w:rPr>
          <w:rFonts w:ascii="Corbel" w:hAnsi="Corbel"/>
          <w:sz w:val="24"/>
          <w:szCs w:val="24"/>
        </w:rPr>
        <w:t xml:space="preserve">Problematyka </w:t>
      </w:r>
      <w:r w:rsidR="007636F9" w:rsidRPr="006C1175">
        <w:rPr>
          <w:rFonts w:ascii="Corbel" w:hAnsi="Corbel"/>
          <w:sz w:val="24"/>
          <w:szCs w:val="24"/>
        </w:rPr>
        <w:t>zajęć warsztatowych</w:t>
      </w:r>
    </w:p>
    <w:p w14:paraId="212B0887" w14:textId="77777777" w:rsidR="0085747A" w:rsidRPr="006C117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75" w14:paraId="214A7BEC" w14:textId="77777777" w:rsidTr="002D2B98">
        <w:tc>
          <w:tcPr>
            <w:tcW w:w="9520" w:type="dxa"/>
          </w:tcPr>
          <w:p w14:paraId="0AF2D7B9" w14:textId="77777777" w:rsidR="0085747A" w:rsidRPr="006C117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2B98" w:rsidRPr="006C1175" w14:paraId="04E75772" w14:textId="77777777" w:rsidTr="002D2B98">
        <w:tc>
          <w:tcPr>
            <w:tcW w:w="9520" w:type="dxa"/>
          </w:tcPr>
          <w:p w14:paraId="4180CA8D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Charakterystyka podstawowych pojęć pedagogiki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celów oraz treści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analiza podstawy programowej.</w:t>
            </w:r>
          </w:p>
        </w:tc>
      </w:tr>
      <w:tr w:rsidR="002D2B98" w:rsidRPr="006C1175" w14:paraId="6F8068A2" w14:textId="77777777" w:rsidTr="002D2B98">
        <w:tc>
          <w:tcPr>
            <w:tcW w:w="9520" w:type="dxa"/>
          </w:tcPr>
          <w:p w14:paraId="3A126A2F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Wybrane, współczesne koncepcje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 – konstruktywistyczne i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</w:t>
            </w:r>
            <w:r w:rsidR="008329F9" w:rsidRPr="006C1175">
              <w:rPr>
                <w:rFonts w:ascii="Corbel" w:hAnsi="Corbel"/>
                <w:sz w:val="24"/>
                <w:szCs w:val="24"/>
              </w:rPr>
              <w:t>gnitywistyczne</w:t>
            </w:r>
            <w:proofErr w:type="spellEnd"/>
            <w:r w:rsidR="008329F9" w:rsidRPr="006C1175">
              <w:rPr>
                <w:rFonts w:ascii="Corbel" w:hAnsi="Corbel"/>
                <w:sz w:val="24"/>
                <w:szCs w:val="24"/>
              </w:rPr>
              <w:t xml:space="preserve"> koncepcje w edukacji wczesnoszkolnej</w:t>
            </w:r>
          </w:p>
        </w:tc>
      </w:tr>
      <w:tr w:rsidR="002D2B98" w:rsidRPr="006C1175" w14:paraId="7089A028" w14:textId="77777777" w:rsidTr="002D2B98">
        <w:tc>
          <w:tcPr>
            <w:tcW w:w="9520" w:type="dxa"/>
          </w:tcPr>
          <w:p w14:paraId="2C3B0DB5" w14:textId="77777777" w:rsidR="002D2B98" w:rsidRPr="006C1175" w:rsidRDefault="00D64C84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Gotowość szkolna/ dojrzałość szkolna. Obowiązek szkolny.</w:t>
            </w:r>
          </w:p>
        </w:tc>
      </w:tr>
      <w:tr w:rsidR="002D2B98" w:rsidRPr="006C1175" w14:paraId="1A8A3D1E" w14:textId="77777777" w:rsidTr="002D2B98">
        <w:tc>
          <w:tcPr>
            <w:tcW w:w="9520" w:type="dxa"/>
          </w:tcPr>
          <w:p w14:paraId="6AD222B4" w14:textId="77777777"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Adaptacja dziecka w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szkole. Rozwijanie umiejętności społecznych dzieci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przedszkolnych i uczniów klas I – III.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14:paraId="680E2FE3" w14:textId="77777777" w:rsidTr="002D2B98">
        <w:tc>
          <w:tcPr>
            <w:tcW w:w="9520" w:type="dxa"/>
          </w:tcPr>
          <w:p w14:paraId="445766C3" w14:textId="77777777" w:rsidR="002D2B98" w:rsidRPr="006C1175" w:rsidRDefault="00467657" w:rsidP="00DE408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Programy kształcenia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>kolnej, kryteria doboru programów.</w:t>
            </w:r>
            <w:r w:rsidR="00EB5A30" w:rsidRPr="006C117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D2B98" w:rsidRPr="006C1175" w14:paraId="30B4A34C" w14:textId="77777777" w:rsidTr="002D2B98">
        <w:tc>
          <w:tcPr>
            <w:tcW w:w="9520" w:type="dxa"/>
          </w:tcPr>
          <w:p w14:paraId="03500AA2" w14:textId="77777777"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Strategie kształcenia w klasach I – III, planowanie pracy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dydaktyczno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– wychowawczej pod względem merytorycznym, metodycznym i organizacyjnym.</w:t>
            </w:r>
          </w:p>
        </w:tc>
      </w:tr>
      <w:tr w:rsidR="002D2B98" w:rsidRPr="006C1175" w14:paraId="414DDDA9" w14:textId="77777777" w:rsidTr="002D2B98">
        <w:tc>
          <w:tcPr>
            <w:tcW w:w="9520" w:type="dxa"/>
          </w:tcPr>
          <w:p w14:paraId="1CE9682A" w14:textId="77777777" w:rsidR="002D2B98" w:rsidRPr="006C1175" w:rsidRDefault="00EB5A30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Projektowanie zajęć zintegrowanych – operacjonalizacja 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celó</w:t>
            </w:r>
            <w:r w:rsidRPr="006C1175">
              <w:rPr>
                <w:rFonts w:ascii="Corbel" w:hAnsi="Corbel"/>
                <w:sz w:val="24"/>
                <w:szCs w:val="24"/>
              </w:rPr>
              <w:t>w kształcenia, dobór metod i form oraz środków dydaktycznych</w:t>
            </w:r>
            <w:r w:rsidR="00907BB1" w:rsidRPr="006C1175">
              <w:rPr>
                <w:rFonts w:ascii="Corbel" w:hAnsi="Corbel"/>
                <w:sz w:val="24"/>
                <w:szCs w:val="24"/>
              </w:rPr>
              <w:t>. Analiza różnych scenariuszy zajęć zintegrowanych.</w:t>
            </w:r>
          </w:p>
        </w:tc>
      </w:tr>
      <w:tr w:rsidR="002D2B98" w:rsidRPr="006C1175" w14:paraId="4A0CF507" w14:textId="77777777" w:rsidTr="002D2B98">
        <w:tc>
          <w:tcPr>
            <w:tcW w:w="9520" w:type="dxa"/>
          </w:tcPr>
          <w:p w14:paraId="633D8465" w14:textId="77777777" w:rsidR="002D2B98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Kontrola, samokontrola, ocena i samoocena w edukacji</w:t>
            </w:r>
            <w:r w:rsidR="00DE408F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istota oceny kształtującej, oceny opisowej oraz formułowanie bieżącej i sumującej oceny opisowej.</w:t>
            </w:r>
          </w:p>
        </w:tc>
      </w:tr>
      <w:tr w:rsidR="00907BB1" w:rsidRPr="006C1175" w14:paraId="7D8AA117" w14:textId="77777777" w:rsidTr="002D2B98">
        <w:tc>
          <w:tcPr>
            <w:tcW w:w="9520" w:type="dxa"/>
          </w:tcPr>
          <w:p w14:paraId="6E20DB51" w14:textId="77777777" w:rsidR="00907BB1" w:rsidRPr="006C1175" w:rsidRDefault="00907BB1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Podręczniki szkolne – funkcje zasady wykorzystania podręczników w edukacji wczesnoszkolnej.</w:t>
            </w:r>
          </w:p>
        </w:tc>
      </w:tr>
      <w:tr w:rsidR="00907BB1" w:rsidRPr="006C1175" w14:paraId="6C60BFD0" w14:textId="77777777" w:rsidTr="002D2B98">
        <w:tc>
          <w:tcPr>
            <w:tcW w:w="9520" w:type="dxa"/>
          </w:tcPr>
          <w:p w14:paraId="4A52FA7F" w14:textId="77777777" w:rsidR="00907BB1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Indywidualizacja w edukacji</w:t>
            </w:r>
            <w:r w:rsidR="00902B04" w:rsidRPr="006C1175">
              <w:rPr>
                <w:rFonts w:ascii="Corbel" w:hAnsi="Corbel"/>
                <w:sz w:val="24"/>
                <w:szCs w:val="24"/>
              </w:rPr>
              <w:t xml:space="preserve"> przedszkolnej i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wczesnoszkolnej, nauczanie wielopoziomowe, nauczanie w grupach zróżnicowanych wiekowo, dostosowanie działań edukacyjnych do potrzeb i możliwości ucznia, praca z uczniem ze specjalnymi potrzebami edukacyjnymi</w:t>
            </w:r>
          </w:p>
        </w:tc>
      </w:tr>
      <w:tr w:rsidR="00B01073" w:rsidRPr="006C1175" w14:paraId="0B9CC8E4" w14:textId="77777777" w:rsidTr="002D2B98">
        <w:tc>
          <w:tcPr>
            <w:tcW w:w="9520" w:type="dxa"/>
          </w:tcPr>
          <w:p w14:paraId="56AB7B0F" w14:textId="77777777" w:rsidR="00B01073" w:rsidRPr="006C1175" w:rsidRDefault="00B01073" w:rsidP="008329F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Praca domowa w edukacji wczesnoszkolnej</w:t>
            </w:r>
            <w:r w:rsidR="007B69BE" w:rsidRPr="006C1175">
              <w:rPr>
                <w:rFonts w:ascii="Corbel" w:hAnsi="Corbel"/>
                <w:sz w:val="24"/>
                <w:szCs w:val="24"/>
              </w:rPr>
              <w:t>, rodzaje prac, sposoby realizacji i ewaluacji</w:t>
            </w:r>
          </w:p>
        </w:tc>
      </w:tr>
    </w:tbl>
    <w:p w14:paraId="18D38F86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5C01B" w14:textId="77777777"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41776AB" w14:textId="77777777" w:rsidR="0085747A" w:rsidRPr="006C117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>3.4 Metody dydaktyczne</w:t>
      </w:r>
    </w:p>
    <w:p w14:paraId="03305411" w14:textId="77777777" w:rsidR="00153C41" w:rsidRPr="006C1175" w:rsidRDefault="007B69B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Zajęcia warsztatowe z elementami pracy metodą projektów oraz pracy w grupie</w:t>
      </w:r>
    </w:p>
    <w:p w14:paraId="7015D0C3" w14:textId="77777777" w:rsidR="00E960BB" w:rsidRPr="006C117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F6B8B7" w14:textId="77777777" w:rsidR="0085747A" w:rsidRPr="006C117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 </w:t>
      </w:r>
      <w:r w:rsidR="0085747A" w:rsidRPr="006C1175">
        <w:rPr>
          <w:rFonts w:ascii="Corbel" w:hAnsi="Corbel"/>
          <w:smallCaps w:val="0"/>
          <w:szCs w:val="24"/>
        </w:rPr>
        <w:t>METODY I KRYTERIA OCENY</w:t>
      </w:r>
    </w:p>
    <w:p w14:paraId="0718EFDE" w14:textId="77777777" w:rsidR="00923D7D" w:rsidRPr="006C117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B6D1A4" w14:textId="77777777" w:rsidR="0085747A" w:rsidRPr="006C117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C1175">
        <w:rPr>
          <w:rFonts w:ascii="Corbel" w:hAnsi="Corbel"/>
          <w:smallCaps w:val="0"/>
          <w:szCs w:val="24"/>
        </w:rPr>
        <w:t>uczenia się</w:t>
      </w:r>
    </w:p>
    <w:p w14:paraId="1A95710C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6C1175" w14:paraId="11438B4A" w14:textId="77777777" w:rsidTr="003B7CAD">
        <w:tc>
          <w:tcPr>
            <w:tcW w:w="2409" w:type="dxa"/>
            <w:vAlign w:val="center"/>
          </w:tcPr>
          <w:p w14:paraId="721EA57C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14:paraId="1CBF74DE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7F334FF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451E5C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AA95DA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C117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7709" w:rsidRPr="006C1175" w14:paraId="4FB02450" w14:textId="77777777" w:rsidTr="003B7CAD">
        <w:tc>
          <w:tcPr>
            <w:tcW w:w="2409" w:type="dxa"/>
          </w:tcPr>
          <w:p w14:paraId="6743471C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14:paraId="1B0BE3FA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</w:p>
        </w:tc>
        <w:tc>
          <w:tcPr>
            <w:tcW w:w="2126" w:type="dxa"/>
          </w:tcPr>
          <w:p w14:paraId="3235A964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34425243" w14:textId="77777777" w:rsidTr="003B7CAD">
        <w:tc>
          <w:tcPr>
            <w:tcW w:w="2409" w:type="dxa"/>
          </w:tcPr>
          <w:p w14:paraId="336DF9BD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14:paraId="1D1297FC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6D5D6D98" w14:textId="77777777" w:rsidR="002D2B98" w:rsidRPr="006C1175" w:rsidRDefault="00E16547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04AFDA48" w14:textId="77777777" w:rsidTr="003B7CAD">
        <w:tc>
          <w:tcPr>
            <w:tcW w:w="2409" w:type="dxa"/>
          </w:tcPr>
          <w:p w14:paraId="6F5A997F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14:paraId="01BF9015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D071B52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6C1175" w14:paraId="058AEE78" w14:textId="77777777" w:rsidTr="003B7CAD">
        <w:tc>
          <w:tcPr>
            <w:tcW w:w="2409" w:type="dxa"/>
          </w:tcPr>
          <w:p w14:paraId="6955BD31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14:paraId="1947F41E" w14:textId="77777777" w:rsidR="002D2B98" w:rsidRPr="006C1175" w:rsidRDefault="002D2B98" w:rsidP="00E165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786CEB47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6C1175" w14:paraId="478C26FB" w14:textId="77777777" w:rsidTr="003B7CAD">
        <w:tc>
          <w:tcPr>
            <w:tcW w:w="2409" w:type="dxa"/>
          </w:tcPr>
          <w:p w14:paraId="3DEB25D2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14:paraId="0116B3EC" w14:textId="77777777" w:rsidR="002D2B98" w:rsidRPr="006C1175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egzamin</w:t>
            </w:r>
            <w:r w:rsidR="00C86674" w:rsidRPr="006C1175"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3B7CAD" w:rsidRPr="006C117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F0114E9" w14:textId="77777777" w:rsidR="002D2B98" w:rsidRPr="006C1175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117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66C0458C" w14:textId="77777777" w:rsidR="00923D7D" w:rsidRPr="006C117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38E7F1" w14:textId="77777777" w:rsidR="00482F19" w:rsidRPr="006C1175" w:rsidRDefault="00482F1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72711D2" w14:textId="77777777" w:rsidR="0085747A" w:rsidRPr="006C117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4.2 </w:t>
      </w:r>
      <w:r w:rsidR="0085747A" w:rsidRPr="006C1175">
        <w:rPr>
          <w:rFonts w:ascii="Corbel" w:hAnsi="Corbel"/>
          <w:smallCaps w:val="0"/>
          <w:szCs w:val="24"/>
        </w:rPr>
        <w:t>Warunki zaliczenia przedmiotu (kryteria oceniania)</w:t>
      </w:r>
    </w:p>
    <w:p w14:paraId="50E37623" w14:textId="77777777" w:rsidR="00923D7D" w:rsidRPr="006C117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C1175" w14:paraId="6E5DE6E9" w14:textId="77777777" w:rsidTr="00923D7D">
        <w:tc>
          <w:tcPr>
            <w:tcW w:w="9670" w:type="dxa"/>
          </w:tcPr>
          <w:p w14:paraId="5FC038A2" w14:textId="77777777" w:rsidR="005E7C04" w:rsidRDefault="003B7CAD" w:rsidP="005E7C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Pozytywna ocena pracy studenta podczas zajęć</w:t>
            </w:r>
            <w:r w:rsidR="00C86674"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warsztatowy, pozytywna ocena projektu. Ocenianie w formie tradycyjnej</w:t>
            </w:r>
            <w:r w:rsidR="005E7C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C55C1B" w14:textId="06BEC60B" w:rsidR="0085747A" w:rsidRDefault="00C86674" w:rsidP="005E7C04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7CAD" w:rsidRPr="006C1175">
              <w:rPr>
                <w:rFonts w:ascii="Corbel" w:hAnsi="Corbel"/>
                <w:b w:val="0"/>
                <w:smallCaps w:val="0"/>
                <w:szCs w:val="24"/>
              </w:rPr>
              <w:t>ozytywna ocena uzyskana w toku egzaminy</w:t>
            </w: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C1175">
              <w:rPr>
                <w:rFonts w:ascii="Corbel" w:hAnsi="Corbel"/>
                <w:b w:val="0"/>
                <w:szCs w:val="24"/>
              </w:rPr>
              <w:t xml:space="preserve">w skali: </w:t>
            </w:r>
            <w:r w:rsidR="009D2857" w:rsidRPr="00DE7CAA">
              <w:rPr>
                <w:rFonts w:ascii="Corbel" w:hAnsi="Corbel"/>
                <w:b w:val="0"/>
              </w:rPr>
              <w:t xml:space="preserve">ocenianie wg skali: 0 – 50% pkt. – </w:t>
            </w:r>
            <w:proofErr w:type="spellStart"/>
            <w:r w:rsidR="009D2857" w:rsidRPr="00DE7CAA">
              <w:rPr>
                <w:rFonts w:ascii="Corbel" w:hAnsi="Corbel"/>
                <w:b w:val="0"/>
              </w:rPr>
              <w:t>ndst</w:t>
            </w:r>
            <w:proofErr w:type="spellEnd"/>
            <w:r w:rsidR="009D2857" w:rsidRPr="00DE7CAA">
              <w:rPr>
                <w:rFonts w:ascii="Corbel" w:hAnsi="Corbel"/>
                <w:b w:val="0"/>
              </w:rPr>
              <w:t xml:space="preserve">; 51 – 60% pkt. - </w:t>
            </w:r>
            <w:proofErr w:type="spellStart"/>
            <w:r w:rsidR="009D2857" w:rsidRPr="00DE7CAA">
              <w:rPr>
                <w:rFonts w:ascii="Corbel" w:hAnsi="Corbel"/>
                <w:b w:val="0"/>
              </w:rPr>
              <w:t>dst</w:t>
            </w:r>
            <w:proofErr w:type="spellEnd"/>
            <w:r w:rsidR="009D2857" w:rsidRPr="00DE7CAA">
              <w:rPr>
                <w:rFonts w:ascii="Corbel" w:hAnsi="Corbel"/>
                <w:b w:val="0"/>
              </w:rPr>
              <w:t xml:space="preserve">; 61 – 70% pkt. - plus </w:t>
            </w:r>
            <w:proofErr w:type="spellStart"/>
            <w:r w:rsidR="009D2857" w:rsidRPr="00DE7CAA">
              <w:rPr>
                <w:rFonts w:ascii="Corbel" w:hAnsi="Corbel"/>
                <w:b w:val="0"/>
              </w:rPr>
              <w:t>dst</w:t>
            </w:r>
            <w:proofErr w:type="spellEnd"/>
            <w:r w:rsidR="009D2857" w:rsidRPr="00DE7CAA">
              <w:rPr>
                <w:rFonts w:ascii="Corbel" w:hAnsi="Corbel"/>
                <w:b w:val="0"/>
              </w:rPr>
              <w:t xml:space="preserve">; 71 – 80% pkt. - </w:t>
            </w:r>
            <w:proofErr w:type="spellStart"/>
            <w:r w:rsidR="009D2857" w:rsidRPr="00DE7CAA">
              <w:rPr>
                <w:rFonts w:ascii="Corbel" w:hAnsi="Corbel"/>
                <w:b w:val="0"/>
              </w:rPr>
              <w:t>db</w:t>
            </w:r>
            <w:proofErr w:type="spellEnd"/>
            <w:r w:rsidR="009D2857" w:rsidRPr="00DE7CAA">
              <w:rPr>
                <w:rFonts w:ascii="Corbel" w:hAnsi="Corbel"/>
                <w:b w:val="0"/>
              </w:rPr>
              <w:t xml:space="preserve">; 81 – 90% plus </w:t>
            </w:r>
            <w:proofErr w:type="spellStart"/>
            <w:r w:rsidR="009D2857" w:rsidRPr="00DE7CAA">
              <w:rPr>
                <w:rFonts w:ascii="Corbel" w:hAnsi="Corbel"/>
                <w:b w:val="0"/>
              </w:rPr>
              <w:t>db</w:t>
            </w:r>
            <w:proofErr w:type="spellEnd"/>
            <w:r w:rsidR="009D2857" w:rsidRPr="00DE7CAA">
              <w:rPr>
                <w:rFonts w:ascii="Corbel" w:hAnsi="Corbel"/>
                <w:b w:val="0"/>
              </w:rPr>
              <w:t xml:space="preserve">; 91 – 100% pkt. - </w:t>
            </w:r>
            <w:proofErr w:type="spellStart"/>
            <w:r w:rsidR="009D2857" w:rsidRPr="00DE7CAA">
              <w:rPr>
                <w:rFonts w:ascii="Corbel" w:hAnsi="Corbel"/>
                <w:b w:val="0"/>
              </w:rPr>
              <w:t>bdb</w:t>
            </w:r>
            <w:proofErr w:type="spellEnd"/>
            <w:r w:rsidR="009D2857" w:rsidRPr="00DE7CAA">
              <w:rPr>
                <w:rFonts w:ascii="Corbel" w:hAnsi="Corbel"/>
                <w:b w:val="0"/>
              </w:rPr>
              <w:t xml:space="preserve"> </w:t>
            </w:r>
          </w:p>
          <w:p w14:paraId="1E6B4D61" w14:textId="6C49983C" w:rsidR="005E7C04" w:rsidRDefault="005E7C04" w:rsidP="005E7C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jej prezentacja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projektu wymaga spełnienia następujących kryteriów:</w:t>
            </w:r>
          </w:p>
          <w:p w14:paraId="1584465A" w14:textId="1DE02627" w:rsidR="005E7C04" w:rsidRPr="005E7C04" w:rsidRDefault="005E7C04" w:rsidP="005E7C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f</w:t>
            </w:r>
            <w:r w:rsidRPr="005E7C04">
              <w:rPr>
                <w:rFonts w:ascii="Corbel" w:hAnsi="Corbel"/>
                <w:sz w:val="24"/>
                <w:szCs w:val="24"/>
              </w:rPr>
              <w:t>ormalne (m.in. struktura pracy, poprawność językowa, opracowanie graficzne, edycja tekstu);</w:t>
            </w:r>
          </w:p>
          <w:p w14:paraId="0E8BA272" w14:textId="17A7B021" w:rsidR="005E7C04" w:rsidRPr="005E7C04" w:rsidRDefault="005E7C04" w:rsidP="005E7C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5E7C04"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1DE3A849" w14:textId="3A2F5D11" w:rsidR="005E7C04" w:rsidRPr="005E7C04" w:rsidRDefault="005E7C04" w:rsidP="005E7C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5E7C04">
              <w:rPr>
                <w:rFonts w:ascii="Corbel" w:hAnsi="Corbel"/>
                <w:sz w:val="24"/>
                <w:szCs w:val="24"/>
              </w:rPr>
              <w:t>poprawność merytoryczna;</w:t>
            </w:r>
          </w:p>
          <w:p w14:paraId="1AEC17E8" w14:textId="43EFC501" w:rsidR="005E7C04" w:rsidRPr="005E7C04" w:rsidRDefault="005E7C04" w:rsidP="005E7C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E7C04">
              <w:rPr>
                <w:rFonts w:ascii="Corbel" w:hAnsi="Corbel"/>
                <w:sz w:val="24"/>
                <w:szCs w:val="24"/>
              </w:rPr>
              <w:t>- sposób prezentacji</w:t>
            </w:r>
          </w:p>
        </w:tc>
      </w:tr>
    </w:tbl>
    <w:p w14:paraId="23706B5D" w14:textId="77777777" w:rsidR="009F4610" w:rsidRPr="006C117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C1175">
        <w:rPr>
          <w:rFonts w:ascii="Corbel" w:hAnsi="Corbel"/>
          <w:b/>
          <w:sz w:val="24"/>
          <w:szCs w:val="24"/>
        </w:rPr>
        <w:t xml:space="preserve">5. </w:t>
      </w:r>
      <w:r w:rsidR="00C61DC5" w:rsidRPr="006C117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D385DC" w14:textId="77777777" w:rsidR="0085747A" w:rsidRPr="006C117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6C1175" w14:paraId="099B28A5" w14:textId="77777777" w:rsidTr="00E638A8">
        <w:tc>
          <w:tcPr>
            <w:tcW w:w="6550" w:type="dxa"/>
            <w:vAlign w:val="center"/>
          </w:tcPr>
          <w:p w14:paraId="0FC30FCF" w14:textId="77777777" w:rsidR="0085747A" w:rsidRPr="006C117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14:paraId="4942253B" w14:textId="77777777" w:rsidR="0085747A" w:rsidRPr="006C117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C117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C117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C1175" w14:paraId="59043834" w14:textId="77777777" w:rsidTr="00E638A8">
        <w:tc>
          <w:tcPr>
            <w:tcW w:w="6550" w:type="dxa"/>
          </w:tcPr>
          <w:p w14:paraId="2072FE1C" w14:textId="77777777" w:rsidR="0085747A" w:rsidRPr="006C1175" w:rsidRDefault="00C61DC5" w:rsidP="00111E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G</w:t>
            </w:r>
            <w:r w:rsidR="0085747A" w:rsidRPr="006C117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C1175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C117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14:paraId="768B4C8A" w14:textId="51B607AF" w:rsidR="0085747A" w:rsidRPr="006C1175" w:rsidRDefault="003556BA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C1175" w14:paraId="4BBE51D0" w14:textId="77777777" w:rsidTr="00E638A8">
        <w:tc>
          <w:tcPr>
            <w:tcW w:w="6550" w:type="dxa"/>
          </w:tcPr>
          <w:p w14:paraId="11ECF64A" w14:textId="77777777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C117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B12EBA" w14:textId="77777777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970" w:type="dxa"/>
            <w:vAlign w:val="center"/>
          </w:tcPr>
          <w:p w14:paraId="0A5A781B" w14:textId="2395B8A5" w:rsidR="00C61DC5" w:rsidRPr="006C1175" w:rsidRDefault="00CC1338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6C1175" w14:paraId="717E1939" w14:textId="77777777" w:rsidTr="00E638A8">
        <w:tc>
          <w:tcPr>
            <w:tcW w:w="6550" w:type="dxa"/>
          </w:tcPr>
          <w:p w14:paraId="5F5586A1" w14:textId="40795E00" w:rsidR="00C61DC5" w:rsidRPr="006C117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 xml:space="preserve">: przygotowanie do zajęć, </w:t>
            </w:r>
            <w:r w:rsidR="00CC1338">
              <w:rPr>
                <w:rFonts w:ascii="Corbel" w:hAnsi="Corbel"/>
                <w:sz w:val="24"/>
                <w:szCs w:val="24"/>
              </w:rPr>
              <w:t>egzaminu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, </w:t>
            </w:r>
            <w:r w:rsidR="00B41173" w:rsidRPr="006C1175">
              <w:rPr>
                <w:rFonts w:ascii="Corbel" w:hAnsi="Corbel"/>
                <w:sz w:val="24"/>
                <w:szCs w:val="24"/>
              </w:rPr>
              <w:t>opracowanie projektu</w:t>
            </w:r>
          </w:p>
        </w:tc>
        <w:tc>
          <w:tcPr>
            <w:tcW w:w="2970" w:type="dxa"/>
            <w:vAlign w:val="center"/>
          </w:tcPr>
          <w:p w14:paraId="6F1AC82B" w14:textId="7110F727" w:rsidR="00C61DC5" w:rsidRPr="006C1175" w:rsidRDefault="003556BA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6C1175" w14:paraId="12A05CDD" w14:textId="77777777" w:rsidTr="00E638A8">
        <w:tc>
          <w:tcPr>
            <w:tcW w:w="6550" w:type="dxa"/>
          </w:tcPr>
          <w:p w14:paraId="0D9A8670" w14:textId="77777777"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0" w:type="dxa"/>
            <w:vAlign w:val="center"/>
          </w:tcPr>
          <w:p w14:paraId="7C242B5C" w14:textId="1AE67953" w:rsidR="0085747A" w:rsidRPr="006C1175" w:rsidRDefault="003556BA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6C1175" w14:paraId="17ABEAAD" w14:textId="77777777" w:rsidTr="00E638A8">
        <w:tc>
          <w:tcPr>
            <w:tcW w:w="6550" w:type="dxa"/>
          </w:tcPr>
          <w:p w14:paraId="2D174841" w14:textId="77777777" w:rsidR="0085747A" w:rsidRPr="006C117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C11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14:paraId="713BA167" w14:textId="5EEF7646" w:rsidR="0085747A" w:rsidRPr="006C1175" w:rsidRDefault="003556BA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56A4DF" w14:textId="77777777" w:rsidR="003E1941" w:rsidRPr="006C117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FFD76D" w14:textId="77777777" w:rsidR="0085747A" w:rsidRPr="006C117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6. </w:t>
      </w:r>
      <w:r w:rsidR="0085747A" w:rsidRPr="006C1175">
        <w:rPr>
          <w:rFonts w:ascii="Corbel" w:hAnsi="Corbel"/>
          <w:smallCaps w:val="0"/>
          <w:szCs w:val="24"/>
        </w:rPr>
        <w:t>PRAKTYKI ZAWO</w:t>
      </w:r>
      <w:r w:rsidR="009D3F3B" w:rsidRPr="006C1175">
        <w:rPr>
          <w:rFonts w:ascii="Corbel" w:hAnsi="Corbel"/>
          <w:smallCaps w:val="0"/>
          <w:szCs w:val="24"/>
        </w:rPr>
        <w:t>DOWE W RAMACH PRZEDMIOTU</w:t>
      </w:r>
    </w:p>
    <w:p w14:paraId="30F85753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6C1175" w14:paraId="16C412AB" w14:textId="77777777" w:rsidTr="00867709">
        <w:trPr>
          <w:trHeight w:val="397"/>
        </w:trPr>
        <w:tc>
          <w:tcPr>
            <w:tcW w:w="4082" w:type="dxa"/>
          </w:tcPr>
          <w:p w14:paraId="423AE61E" w14:textId="77777777"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689AD401" w14:textId="77777777"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C1175" w14:paraId="4EAE67E6" w14:textId="77777777" w:rsidTr="00867709">
        <w:trPr>
          <w:trHeight w:val="397"/>
        </w:trPr>
        <w:tc>
          <w:tcPr>
            <w:tcW w:w="4082" w:type="dxa"/>
          </w:tcPr>
          <w:p w14:paraId="7B0CD799" w14:textId="77777777" w:rsidR="0085747A" w:rsidRPr="006C117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6B8129A" w14:textId="77777777" w:rsidR="0085747A" w:rsidRPr="006C1175" w:rsidRDefault="008677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D4C71D" w14:textId="77777777" w:rsidR="003E1941" w:rsidRPr="006C117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E74DDE" w14:textId="77777777" w:rsidR="0085747A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C1175">
        <w:rPr>
          <w:rFonts w:ascii="Corbel" w:hAnsi="Corbel"/>
          <w:smallCaps w:val="0"/>
          <w:szCs w:val="24"/>
        </w:rPr>
        <w:t xml:space="preserve">7. </w:t>
      </w:r>
      <w:r w:rsidR="0085747A" w:rsidRPr="006C1175">
        <w:rPr>
          <w:rFonts w:ascii="Corbel" w:hAnsi="Corbel"/>
          <w:smallCaps w:val="0"/>
          <w:szCs w:val="24"/>
        </w:rPr>
        <w:t>LITERATURA</w:t>
      </w:r>
    </w:p>
    <w:p w14:paraId="18A32F8B" w14:textId="77777777" w:rsidR="00675843" w:rsidRPr="006C117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D66DE8" w:rsidRPr="006C1175" w14:paraId="15B88221" w14:textId="77777777" w:rsidTr="00895D68">
        <w:trPr>
          <w:trHeight w:val="397"/>
        </w:trPr>
        <w:tc>
          <w:tcPr>
            <w:tcW w:w="9491" w:type="dxa"/>
          </w:tcPr>
          <w:p w14:paraId="47639E91" w14:textId="77777777" w:rsidR="00D66DE8" w:rsidRPr="006C1175" w:rsidRDefault="00D66DE8" w:rsidP="00895D6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C70DEC" w14:textId="77777777" w:rsidR="00D66DE8" w:rsidRPr="006C1175" w:rsidRDefault="00D66DE8" w:rsidP="00D66DE8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Adamowicz M., Olczak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przedszkolna. Oblicza i poszukiwania</w:t>
            </w:r>
            <w:r w:rsidRPr="006C1175">
              <w:rPr>
                <w:rFonts w:ascii="Corbel" w:hAnsi="Corbel"/>
                <w:sz w:val="24"/>
                <w:szCs w:val="24"/>
              </w:rPr>
              <w:t>. Toruń 2014</w:t>
            </w:r>
          </w:p>
          <w:p w14:paraId="166DEA22" w14:textId="77777777" w:rsidR="00D66DE8" w:rsidRPr="006C1175" w:rsidRDefault="00D66DE8" w:rsidP="00D66DE8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Gruszczyk – Kolczyńska E. Zielińska E.,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Nauczycielska diagnoza gotowości do podjęcia nauki szkolnej.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  <w:p w14:paraId="11BBD433" w14:textId="77777777" w:rsidR="00D66DE8" w:rsidRPr="006C1175" w:rsidRDefault="00D66DE8" w:rsidP="00D66DE8">
            <w:pPr>
              <w:pStyle w:val="Akapitzlist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J., Kwaśniewska M., Surma B.,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Podstawy pedagogiki przedszkolnej z metodyką. </w:t>
            </w:r>
            <w:r w:rsidRPr="006C1175">
              <w:rPr>
                <w:rFonts w:ascii="Corbel" w:hAnsi="Corbel"/>
                <w:sz w:val="24"/>
                <w:szCs w:val="24"/>
              </w:rPr>
              <w:t>Kraków 2012.</w:t>
            </w:r>
          </w:p>
          <w:p w14:paraId="6DC864B1" w14:textId="77777777" w:rsidR="00D66DE8" w:rsidRPr="006C1175" w:rsidRDefault="00D66DE8" w:rsidP="00D66DE8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6C1175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3BCBD509" w14:textId="77777777" w:rsidR="00D66DE8" w:rsidRPr="00651CBC" w:rsidRDefault="00D66DE8" w:rsidP="00D66DE8">
            <w:pPr>
              <w:pStyle w:val="Akapitzlist1"/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7365F2">
              <w:rPr>
                <w:rFonts w:ascii="Corbel" w:hAnsi="Corbel"/>
                <w:sz w:val="24"/>
                <w:szCs w:val="24"/>
              </w:rPr>
              <w:t>Jakubowicz-</w:t>
            </w:r>
            <w:proofErr w:type="spellStart"/>
            <w:r w:rsidRPr="007365F2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7365F2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7365F2">
              <w:rPr>
                <w:rFonts w:ascii="Corbel" w:hAnsi="Corbel"/>
                <w:sz w:val="24"/>
                <w:szCs w:val="24"/>
              </w:rPr>
              <w:t>Sobieszczyk</w:t>
            </w:r>
            <w:proofErr w:type="spellEnd"/>
            <w:r w:rsidRPr="007365F2">
              <w:rPr>
                <w:rFonts w:ascii="Corbel" w:hAnsi="Corbel"/>
                <w:sz w:val="24"/>
                <w:szCs w:val="24"/>
              </w:rPr>
              <w:t xml:space="preserve"> M., Wojciechowska K. (2022), Pedagogika przedszkolna i wczesnoszkolna we współczesnej przestrzeni społecznej. Wybrane aspekty. Bydgoszcz, Wydawnictwo Uniwersytetu Kazimierza Wielkiego.</w:t>
            </w:r>
          </w:p>
        </w:tc>
      </w:tr>
      <w:tr w:rsidR="00D66DE8" w:rsidRPr="006C1175" w14:paraId="708A09CE" w14:textId="77777777" w:rsidTr="00895D68">
        <w:trPr>
          <w:trHeight w:val="397"/>
        </w:trPr>
        <w:tc>
          <w:tcPr>
            <w:tcW w:w="9491" w:type="dxa"/>
          </w:tcPr>
          <w:p w14:paraId="6264E6E1" w14:textId="77777777" w:rsidR="00D66DE8" w:rsidRPr="006C1175" w:rsidRDefault="00D66DE8" w:rsidP="00895D6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C11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3FA3D19" w14:textId="77777777" w:rsidR="00D66DE8" w:rsidRPr="006C1175" w:rsidRDefault="00D66DE8" w:rsidP="00D66DE8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Czasopisma: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Wychowanie w przedszkolu, Bliżej przedszkola</w:t>
            </w:r>
          </w:p>
          <w:p w14:paraId="4206CF7C" w14:textId="77777777" w:rsidR="00D66DE8" w:rsidRPr="006C1175" w:rsidRDefault="00D66DE8" w:rsidP="00D66DE8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6C1175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1A529500" w14:textId="77777777" w:rsidR="00D66DE8" w:rsidRPr="006C1175" w:rsidRDefault="00D66DE8" w:rsidP="00D66DE8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6C1175">
              <w:rPr>
                <w:rFonts w:ascii="Corbel" w:hAnsi="Corbel"/>
                <w:sz w:val="24"/>
                <w:szCs w:val="24"/>
              </w:rPr>
              <w:t>j, Kraków 2008.</w:t>
            </w:r>
          </w:p>
          <w:p w14:paraId="6D2AE961" w14:textId="77777777" w:rsidR="00D66DE8" w:rsidRPr="006C1175" w:rsidRDefault="00D66DE8" w:rsidP="00D66DE8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6C1175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6C1175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224819EA" w14:textId="77777777" w:rsidR="00D66DE8" w:rsidRPr="006C1175" w:rsidRDefault="00D66DE8" w:rsidP="00D66DE8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4316DA3C" w14:textId="77777777" w:rsidR="00D66DE8" w:rsidRDefault="00D66DE8" w:rsidP="00D66DE8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Więckowski R.,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Pedagogika wczesnoszkolna.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Warszawa 1993.</w:t>
            </w:r>
            <w:r w:rsidRPr="006C1175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 </w:t>
            </w:r>
          </w:p>
          <w:p w14:paraId="5EBEFA6D" w14:textId="77777777" w:rsidR="00D66DE8" w:rsidRDefault="00D66DE8" w:rsidP="00D66DE8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6C1175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5F99FE23" w14:textId="77777777" w:rsidR="00D66DE8" w:rsidRDefault="00D66DE8" w:rsidP="00D66DE8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Adamek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Projektowanie i modelowanie edukacji zintegrowanej</w:t>
            </w:r>
            <w:r w:rsidRPr="006C1175">
              <w:rPr>
                <w:rFonts w:ascii="Corbel" w:hAnsi="Corbel"/>
                <w:sz w:val="24"/>
                <w:szCs w:val="24"/>
              </w:rPr>
              <w:t>, Kraków 2002</w:t>
            </w:r>
          </w:p>
          <w:p w14:paraId="31B77D0D" w14:textId="77777777" w:rsidR="00D66DE8" w:rsidRDefault="00D66DE8" w:rsidP="00D66DE8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>Nauczanie i uczenie się przyjazne mózgowi.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Toruń 2013</w:t>
            </w:r>
          </w:p>
          <w:p w14:paraId="67452A9F" w14:textId="77777777" w:rsidR="00D66DE8" w:rsidRDefault="00D66DE8" w:rsidP="00D66DE8">
            <w:pPr>
              <w:pStyle w:val="Akapitzlist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>Filipiak E.,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6C1175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6C1175">
              <w:rPr>
                <w:rFonts w:ascii="Corbel" w:hAnsi="Corbel"/>
                <w:sz w:val="24"/>
                <w:szCs w:val="24"/>
              </w:rPr>
              <w:t xml:space="preserve"> Sopot 2012.</w:t>
            </w:r>
          </w:p>
          <w:p w14:paraId="6380F9DD" w14:textId="77777777" w:rsidR="00D66DE8" w:rsidRDefault="00D66DE8" w:rsidP="00D66DE8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Pr="006C1175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65FE86E6" w14:textId="77777777" w:rsidR="00D66DE8" w:rsidRPr="00945120" w:rsidRDefault="00D66DE8" w:rsidP="00945120">
            <w:pPr>
              <w:pStyle w:val="Akapitzlist1"/>
              <w:numPr>
                <w:ilvl w:val="0"/>
                <w:numId w:val="6"/>
              </w:numPr>
              <w:rPr>
                <w:rFonts w:ascii="Corbel" w:hAnsi="Corbel"/>
                <w:sz w:val="24"/>
                <w:szCs w:val="24"/>
              </w:rPr>
            </w:pPr>
            <w:r w:rsidRPr="006C1175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-Pustkowska M.  (red.)</w:t>
            </w:r>
            <w:r w:rsidRPr="006C1175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6C1175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6C1175">
              <w:rPr>
                <w:rFonts w:ascii="Corbel" w:hAnsi="Corbel"/>
                <w:sz w:val="24"/>
                <w:szCs w:val="24"/>
              </w:rPr>
              <w:t>, Warszawa 2009.</w:t>
            </w:r>
          </w:p>
        </w:tc>
      </w:tr>
    </w:tbl>
    <w:p w14:paraId="7AA72562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2230C" w14:textId="77777777" w:rsidR="0085747A" w:rsidRPr="006C117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178CB4" w14:textId="77777777" w:rsidR="0085747A" w:rsidRPr="006C1175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C117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7DAD49" w14:textId="77777777"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6D7F77" w14:textId="77777777" w:rsidR="00F22DCD" w:rsidRPr="006C1175" w:rsidRDefault="00F22DC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BFF00B" w14:textId="77777777" w:rsidR="00F22DCD" w:rsidRPr="006C1175" w:rsidRDefault="00F22DCD" w:rsidP="00F22DC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22DCD" w:rsidRPr="006C117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C34B5" w14:textId="77777777" w:rsidR="0063423A" w:rsidRDefault="0063423A" w:rsidP="00C16ABF">
      <w:pPr>
        <w:spacing w:after="0" w:line="240" w:lineRule="auto"/>
      </w:pPr>
      <w:r>
        <w:separator/>
      </w:r>
    </w:p>
  </w:endnote>
  <w:endnote w:type="continuationSeparator" w:id="0">
    <w:p w14:paraId="3BE9FAAA" w14:textId="77777777" w:rsidR="0063423A" w:rsidRDefault="006342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B213C" w14:textId="77777777" w:rsidR="0063423A" w:rsidRDefault="0063423A" w:rsidP="00C16ABF">
      <w:pPr>
        <w:spacing w:after="0" w:line="240" w:lineRule="auto"/>
      </w:pPr>
      <w:r>
        <w:separator/>
      </w:r>
    </w:p>
  </w:footnote>
  <w:footnote w:type="continuationSeparator" w:id="0">
    <w:p w14:paraId="5077C081" w14:textId="77777777" w:rsidR="0063423A" w:rsidRDefault="0063423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845014">
    <w:abstractNumId w:val="2"/>
  </w:num>
  <w:num w:numId="2" w16cid:durableId="182746883">
    <w:abstractNumId w:val="0"/>
  </w:num>
  <w:num w:numId="3" w16cid:durableId="1410154299">
    <w:abstractNumId w:val="1"/>
  </w:num>
  <w:num w:numId="4" w16cid:durableId="421685950">
    <w:abstractNumId w:val="8"/>
  </w:num>
  <w:num w:numId="5" w16cid:durableId="161287599">
    <w:abstractNumId w:val="3"/>
  </w:num>
  <w:num w:numId="6" w16cid:durableId="1513642048">
    <w:abstractNumId w:val="6"/>
  </w:num>
  <w:num w:numId="7" w16cid:durableId="732583949">
    <w:abstractNumId w:val="7"/>
  </w:num>
  <w:num w:numId="8" w16cid:durableId="1502117676">
    <w:abstractNumId w:val="5"/>
  </w:num>
  <w:num w:numId="9" w16cid:durableId="121592091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FE8"/>
    <w:rsid w:val="00042A51"/>
    <w:rsid w:val="00042D2E"/>
    <w:rsid w:val="00044C82"/>
    <w:rsid w:val="000457DE"/>
    <w:rsid w:val="000479F8"/>
    <w:rsid w:val="00060835"/>
    <w:rsid w:val="00070ED6"/>
    <w:rsid w:val="000742DC"/>
    <w:rsid w:val="000758A7"/>
    <w:rsid w:val="00077CB5"/>
    <w:rsid w:val="00080C60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C57"/>
    <w:rsid w:val="000F5615"/>
    <w:rsid w:val="001035B5"/>
    <w:rsid w:val="0010439C"/>
    <w:rsid w:val="00111ED7"/>
    <w:rsid w:val="00114DE1"/>
    <w:rsid w:val="00117608"/>
    <w:rsid w:val="00124BFF"/>
    <w:rsid w:val="0012560E"/>
    <w:rsid w:val="00126790"/>
    <w:rsid w:val="00127108"/>
    <w:rsid w:val="001320FB"/>
    <w:rsid w:val="001341AA"/>
    <w:rsid w:val="00134B13"/>
    <w:rsid w:val="00146BC0"/>
    <w:rsid w:val="00150990"/>
    <w:rsid w:val="00153C41"/>
    <w:rsid w:val="00154381"/>
    <w:rsid w:val="00154683"/>
    <w:rsid w:val="00163D17"/>
    <w:rsid w:val="001640A7"/>
    <w:rsid w:val="00164FA7"/>
    <w:rsid w:val="00166786"/>
    <w:rsid w:val="00166A03"/>
    <w:rsid w:val="001671F7"/>
    <w:rsid w:val="001718A7"/>
    <w:rsid w:val="001737CF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54C8"/>
    <w:rsid w:val="002144C0"/>
    <w:rsid w:val="0021615C"/>
    <w:rsid w:val="00216290"/>
    <w:rsid w:val="0022477D"/>
    <w:rsid w:val="002278A9"/>
    <w:rsid w:val="002336F9"/>
    <w:rsid w:val="0024028F"/>
    <w:rsid w:val="00243686"/>
    <w:rsid w:val="00244ABC"/>
    <w:rsid w:val="00246AC0"/>
    <w:rsid w:val="00270DC4"/>
    <w:rsid w:val="00281FF2"/>
    <w:rsid w:val="002857DE"/>
    <w:rsid w:val="0029003C"/>
    <w:rsid w:val="00291567"/>
    <w:rsid w:val="00297663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B98"/>
    <w:rsid w:val="002D3375"/>
    <w:rsid w:val="002D46C6"/>
    <w:rsid w:val="002D73D4"/>
    <w:rsid w:val="002F02A3"/>
    <w:rsid w:val="002F036C"/>
    <w:rsid w:val="002F4ABE"/>
    <w:rsid w:val="003018BA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556BA"/>
    <w:rsid w:val="00363F78"/>
    <w:rsid w:val="003823E6"/>
    <w:rsid w:val="003A0129"/>
    <w:rsid w:val="003A0A5B"/>
    <w:rsid w:val="003A1176"/>
    <w:rsid w:val="003B38DF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E3C"/>
    <w:rsid w:val="0042182D"/>
    <w:rsid w:val="0042244A"/>
    <w:rsid w:val="0042745A"/>
    <w:rsid w:val="0043080F"/>
    <w:rsid w:val="00431D5C"/>
    <w:rsid w:val="00434BC8"/>
    <w:rsid w:val="004362C6"/>
    <w:rsid w:val="00437FA2"/>
    <w:rsid w:val="00445970"/>
    <w:rsid w:val="00451005"/>
    <w:rsid w:val="00451962"/>
    <w:rsid w:val="00457FA3"/>
    <w:rsid w:val="00461EFC"/>
    <w:rsid w:val="0046412A"/>
    <w:rsid w:val="004652C2"/>
    <w:rsid w:val="00467657"/>
    <w:rsid w:val="004706D1"/>
    <w:rsid w:val="00471326"/>
    <w:rsid w:val="0047598D"/>
    <w:rsid w:val="00482F19"/>
    <w:rsid w:val="004840FD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0CC8"/>
    <w:rsid w:val="004D5282"/>
    <w:rsid w:val="004D5B1B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363C4"/>
    <w:rsid w:val="00536BDE"/>
    <w:rsid w:val="00543ACC"/>
    <w:rsid w:val="005539F4"/>
    <w:rsid w:val="0056696D"/>
    <w:rsid w:val="00586268"/>
    <w:rsid w:val="005875AB"/>
    <w:rsid w:val="0059484D"/>
    <w:rsid w:val="00595209"/>
    <w:rsid w:val="005A0855"/>
    <w:rsid w:val="005A3196"/>
    <w:rsid w:val="005A3DC7"/>
    <w:rsid w:val="005C080F"/>
    <w:rsid w:val="005C0A5E"/>
    <w:rsid w:val="005C55E5"/>
    <w:rsid w:val="005C696A"/>
    <w:rsid w:val="005E0369"/>
    <w:rsid w:val="005E6E85"/>
    <w:rsid w:val="005E7C04"/>
    <w:rsid w:val="005F31D2"/>
    <w:rsid w:val="006004ED"/>
    <w:rsid w:val="0061029B"/>
    <w:rsid w:val="00617230"/>
    <w:rsid w:val="00621CE1"/>
    <w:rsid w:val="00627FC9"/>
    <w:rsid w:val="0063423A"/>
    <w:rsid w:val="00647FA8"/>
    <w:rsid w:val="00650C5F"/>
    <w:rsid w:val="00652718"/>
    <w:rsid w:val="00654934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C1175"/>
    <w:rsid w:val="006C3D34"/>
    <w:rsid w:val="006D050F"/>
    <w:rsid w:val="006D06F5"/>
    <w:rsid w:val="006D2629"/>
    <w:rsid w:val="006D6139"/>
    <w:rsid w:val="006D78E3"/>
    <w:rsid w:val="006E5D65"/>
    <w:rsid w:val="006F1282"/>
    <w:rsid w:val="006F1FBC"/>
    <w:rsid w:val="006F31E2"/>
    <w:rsid w:val="006F562A"/>
    <w:rsid w:val="0070003B"/>
    <w:rsid w:val="0070645A"/>
    <w:rsid w:val="00706544"/>
    <w:rsid w:val="007072BA"/>
    <w:rsid w:val="0071620A"/>
    <w:rsid w:val="007179CD"/>
    <w:rsid w:val="00723CC9"/>
    <w:rsid w:val="00724677"/>
    <w:rsid w:val="00725459"/>
    <w:rsid w:val="007327BD"/>
    <w:rsid w:val="00734608"/>
    <w:rsid w:val="007364D2"/>
    <w:rsid w:val="00745302"/>
    <w:rsid w:val="007461D6"/>
    <w:rsid w:val="00746315"/>
    <w:rsid w:val="00746EC8"/>
    <w:rsid w:val="0075325D"/>
    <w:rsid w:val="0075759E"/>
    <w:rsid w:val="0076219D"/>
    <w:rsid w:val="007636F9"/>
    <w:rsid w:val="00763BF1"/>
    <w:rsid w:val="00764449"/>
    <w:rsid w:val="00766FD4"/>
    <w:rsid w:val="0076776C"/>
    <w:rsid w:val="00770576"/>
    <w:rsid w:val="00774625"/>
    <w:rsid w:val="0078168C"/>
    <w:rsid w:val="007829E0"/>
    <w:rsid w:val="007833CB"/>
    <w:rsid w:val="00787C2A"/>
    <w:rsid w:val="00790E27"/>
    <w:rsid w:val="00793BD4"/>
    <w:rsid w:val="007A14DB"/>
    <w:rsid w:val="007A265C"/>
    <w:rsid w:val="007A2DCD"/>
    <w:rsid w:val="007A4022"/>
    <w:rsid w:val="007A6E6E"/>
    <w:rsid w:val="007B3D24"/>
    <w:rsid w:val="007B69BE"/>
    <w:rsid w:val="007B7FDF"/>
    <w:rsid w:val="007C3299"/>
    <w:rsid w:val="007C3BCC"/>
    <w:rsid w:val="007C4546"/>
    <w:rsid w:val="007C5317"/>
    <w:rsid w:val="007D6E56"/>
    <w:rsid w:val="007E1F20"/>
    <w:rsid w:val="007F1BE7"/>
    <w:rsid w:val="007F4155"/>
    <w:rsid w:val="007F75D2"/>
    <w:rsid w:val="0081554D"/>
    <w:rsid w:val="0081707E"/>
    <w:rsid w:val="00820F50"/>
    <w:rsid w:val="008329F9"/>
    <w:rsid w:val="008449B3"/>
    <w:rsid w:val="008552A2"/>
    <w:rsid w:val="0085747A"/>
    <w:rsid w:val="00867709"/>
    <w:rsid w:val="00881A1B"/>
    <w:rsid w:val="00884922"/>
    <w:rsid w:val="00885F64"/>
    <w:rsid w:val="008917F9"/>
    <w:rsid w:val="00895956"/>
    <w:rsid w:val="008A45F7"/>
    <w:rsid w:val="008A6CFE"/>
    <w:rsid w:val="008B0F3C"/>
    <w:rsid w:val="008C0CC0"/>
    <w:rsid w:val="008C19A9"/>
    <w:rsid w:val="008C379D"/>
    <w:rsid w:val="008C5147"/>
    <w:rsid w:val="008C5359"/>
    <w:rsid w:val="008C5363"/>
    <w:rsid w:val="008D24FC"/>
    <w:rsid w:val="008D3DFB"/>
    <w:rsid w:val="008E64F4"/>
    <w:rsid w:val="008F12C9"/>
    <w:rsid w:val="008F6E29"/>
    <w:rsid w:val="008F7B9D"/>
    <w:rsid w:val="00902B04"/>
    <w:rsid w:val="00907BB1"/>
    <w:rsid w:val="00916188"/>
    <w:rsid w:val="00923D7D"/>
    <w:rsid w:val="00931198"/>
    <w:rsid w:val="00941071"/>
    <w:rsid w:val="00945120"/>
    <w:rsid w:val="009508DF"/>
    <w:rsid w:val="00950DAC"/>
    <w:rsid w:val="00954A07"/>
    <w:rsid w:val="0095700E"/>
    <w:rsid w:val="0097076D"/>
    <w:rsid w:val="009716EE"/>
    <w:rsid w:val="009721D1"/>
    <w:rsid w:val="009755D3"/>
    <w:rsid w:val="00990198"/>
    <w:rsid w:val="00992F4A"/>
    <w:rsid w:val="00995835"/>
    <w:rsid w:val="00997F14"/>
    <w:rsid w:val="009A1D19"/>
    <w:rsid w:val="009A78D9"/>
    <w:rsid w:val="009B0519"/>
    <w:rsid w:val="009B08F3"/>
    <w:rsid w:val="009B2420"/>
    <w:rsid w:val="009C3E31"/>
    <w:rsid w:val="009C51FC"/>
    <w:rsid w:val="009C54AE"/>
    <w:rsid w:val="009C788E"/>
    <w:rsid w:val="009D0FDA"/>
    <w:rsid w:val="009D2857"/>
    <w:rsid w:val="009D3278"/>
    <w:rsid w:val="009D3F3B"/>
    <w:rsid w:val="009D6E31"/>
    <w:rsid w:val="009E0543"/>
    <w:rsid w:val="009E3B41"/>
    <w:rsid w:val="009F3C5C"/>
    <w:rsid w:val="009F4610"/>
    <w:rsid w:val="00A00ECC"/>
    <w:rsid w:val="00A042B3"/>
    <w:rsid w:val="00A127EA"/>
    <w:rsid w:val="00A1409B"/>
    <w:rsid w:val="00A155EE"/>
    <w:rsid w:val="00A1606E"/>
    <w:rsid w:val="00A16315"/>
    <w:rsid w:val="00A21AEA"/>
    <w:rsid w:val="00A2245B"/>
    <w:rsid w:val="00A30110"/>
    <w:rsid w:val="00A33A04"/>
    <w:rsid w:val="00A36899"/>
    <w:rsid w:val="00A371F6"/>
    <w:rsid w:val="00A43BF6"/>
    <w:rsid w:val="00A45F8D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30D8"/>
    <w:rsid w:val="00AB4FB1"/>
    <w:rsid w:val="00AC12D1"/>
    <w:rsid w:val="00AC4298"/>
    <w:rsid w:val="00AC4363"/>
    <w:rsid w:val="00AD1146"/>
    <w:rsid w:val="00AD27D3"/>
    <w:rsid w:val="00AD66D6"/>
    <w:rsid w:val="00AE1160"/>
    <w:rsid w:val="00AE203C"/>
    <w:rsid w:val="00AE2E74"/>
    <w:rsid w:val="00AE46D1"/>
    <w:rsid w:val="00AE5FCB"/>
    <w:rsid w:val="00AF2C1E"/>
    <w:rsid w:val="00AF53F9"/>
    <w:rsid w:val="00AF7A77"/>
    <w:rsid w:val="00B01073"/>
    <w:rsid w:val="00B06142"/>
    <w:rsid w:val="00B135B1"/>
    <w:rsid w:val="00B3130B"/>
    <w:rsid w:val="00B40ADB"/>
    <w:rsid w:val="00B41173"/>
    <w:rsid w:val="00B42E43"/>
    <w:rsid w:val="00B43B77"/>
    <w:rsid w:val="00B43E80"/>
    <w:rsid w:val="00B46068"/>
    <w:rsid w:val="00B607DB"/>
    <w:rsid w:val="00B643A3"/>
    <w:rsid w:val="00B66529"/>
    <w:rsid w:val="00B75946"/>
    <w:rsid w:val="00B7642D"/>
    <w:rsid w:val="00B765FD"/>
    <w:rsid w:val="00B767DD"/>
    <w:rsid w:val="00B8056E"/>
    <w:rsid w:val="00B819C8"/>
    <w:rsid w:val="00B82308"/>
    <w:rsid w:val="00B90153"/>
    <w:rsid w:val="00B90885"/>
    <w:rsid w:val="00B9637A"/>
    <w:rsid w:val="00BB3500"/>
    <w:rsid w:val="00BB4886"/>
    <w:rsid w:val="00BB520A"/>
    <w:rsid w:val="00BD3869"/>
    <w:rsid w:val="00BD3F86"/>
    <w:rsid w:val="00BD66E9"/>
    <w:rsid w:val="00BD6FF4"/>
    <w:rsid w:val="00BE13AD"/>
    <w:rsid w:val="00BE7F96"/>
    <w:rsid w:val="00BF2C41"/>
    <w:rsid w:val="00BF36C8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40B1B"/>
    <w:rsid w:val="00C41184"/>
    <w:rsid w:val="00C41413"/>
    <w:rsid w:val="00C506B7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86674"/>
    <w:rsid w:val="00C94B98"/>
    <w:rsid w:val="00C975A5"/>
    <w:rsid w:val="00CA18AF"/>
    <w:rsid w:val="00CA2B96"/>
    <w:rsid w:val="00CA5089"/>
    <w:rsid w:val="00CC1338"/>
    <w:rsid w:val="00CC218B"/>
    <w:rsid w:val="00CC4EAA"/>
    <w:rsid w:val="00CC6373"/>
    <w:rsid w:val="00CD1445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64C84"/>
    <w:rsid w:val="00D66DE8"/>
    <w:rsid w:val="00D70696"/>
    <w:rsid w:val="00D74119"/>
    <w:rsid w:val="00D8075B"/>
    <w:rsid w:val="00D817FA"/>
    <w:rsid w:val="00D8678B"/>
    <w:rsid w:val="00D90CC9"/>
    <w:rsid w:val="00D91391"/>
    <w:rsid w:val="00D97487"/>
    <w:rsid w:val="00DA2114"/>
    <w:rsid w:val="00DA2B47"/>
    <w:rsid w:val="00DB27FB"/>
    <w:rsid w:val="00DB339B"/>
    <w:rsid w:val="00DB42A8"/>
    <w:rsid w:val="00DD09AD"/>
    <w:rsid w:val="00DD15E4"/>
    <w:rsid w:val="00DE09C0"/>
    <w:rsid w:val="00DE408F"/>
    <w:rsid w:val="00DE4A14"/>
    <w:rsid w:val="00DF320D"/>
    <w:rsid w:val="00DF483C"/>
    <w:rsid w:val="00DF71C8"/>
    <w:rsid w:val="00E005BE"/>
    <w:rsid w:val="00E062A7"/>
    <w:rsid w:val="00E06D5B"/>
    <w:rsid w:val="00E129B8"/>
    <w:rsid w:val="00E1440E"/>
    <w:rsid w:val="00E16547"/>
    <w:rsid w:val="00E21E7D"/>
    <w:rsid w:val="00E22FBC"/>
    <w:rsid w:val="00E24BF5"/>
    <w:rsid w:val="00E25338"/>
    <w:rsid w:val="00E30B4B"/>
    <w:rsid w:val="00E43223"/>
    <w:rsid w:val="00E4505D"/>
    <w:rsid w:val="00E51E44"/>
    <w:rsid w:val="00E54A8C"/>
    <w:rsid w:val="00E56F73"/>
    <w:rsid w:val="00E60F7A"/>
    <w:rsid w:val="00E63348"/>
    <w:rsid w:val="00E638A8"/>
    <w:rsid w:val="00E742AA"/>
    <w:rsid w:val="00E77E88"/>
    <w:rsid w:val="00E8107D"/>
    <w:rsid w:val="00E850AB"/>
    <w:rsid w:val="00E95785"/>
    <w:rsid w:val="00E960BB"/>
    <w:rsid w:val="00EA2074"/>
    <w:rsid w:val="00EA4832"/>
    <w:rsid w:val="00EA4E9D"/>
    <w:rsid w:val="00EA6F1D"/>
    <w:rsid w:val="00EB3BCC"/>
    <w:rsid w:val="00EB5A30"/>
    <w:rsid w:val="00EC4899"/>
    <w:rsid w:val="00EC4AF8"/>
    <w:rsid w:val="00EC7140"/>
    <w:rsid w:val="00ED03AB"/>
    <w:rsid w:val="00ED32D2"/>
    <w:rsid w:val="00EE2115"/>
    <w:rsid w:val="00EE32DE"/>
    <w:rsid w:val="00EE48C3"/>
    <w:rsid w:val="00EE5457"/>
    <w:rsid w:val="00EE7ACA"/>
    <w:rsid w:val="00EF1170"/>
    <w:rsid w:val="00EF14FD"/>
    <w:rsid w:val="00EF2FCA"/>
    <w:rsid w:val="00F03027"/>
    <w:rsid w:val="00F070AB"/>
    <w:rsid w:val="00F12AFD"/>
    <w:rsid w:val="00F17567"/>
    <w:rsid w:val="00F22DCD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0205"/>
    <w:rsid w:val="00F94407"/>
    <w:rsid w:val="00F974DA"/>
    <w:rsid w:val="00F97D05"/>
    <w:rsid w:val="00FA46E5"/>
    <w:rsid w:val="00FB13C1"/>
    <w:rsid w:val="00FB6BBD"/>
    <w:rsid w:val="00FB6FF6"/>
    <w:rsid w:val="00FB70C8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  <w:rsid w:val="00F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E10D"/>
  <w15:docId w15:val="{66FED0D4-6DF5-4906-A3B8-F7FC256E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7179CD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CBD8A-E3CA-4796-A899-43AEC24E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1247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12</cp:revision>
  <cp:lastPrinted>2019-02-06T12:12:00Z</cp:lastPrinted>
  <dcterms:created xsi:type="dcterms:W3CDTF">2024-09-10T16:41:00Z</dcterms:created>
  <dcterms:modified xsi:type="dcterms:W3CDTF">2025-02-03T10:41:00Z</dcterms:modified>
</cp:coreProperties>
</file>